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5D7C1718" w:rsidR="003254A3" w:rsidRPr="000719BB" w:rsidRDefault="00BD76C3" w:rsidP="006C2343">
      <w:pPr>
        <w:pStyle w:val="Titul2"/>
      </w:pPr>
      <w:r w:rsidRPr="000C6ECB">
        <w:t xml:space="preserve">Příloha č. </w:t>
      </w:r>
      <w:r w:rsidR="00A02219">
        <w:t>5b</w:t>
      </w:r>
      <w:r w:rsidRPr="000C6EC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EE76164" w:rsidR="00BF54FE" w:rsidRPr="00D61BB3" w:rsidRDefault="00A02219" w:rsidP="006C2343">
          <w:pPr>
            <w:pStyle w:val="Tituldatum"/>
            <w:rPr>
              <w:rStyle w:val="Nzevakce"/>
            </w:rPr>
          </w:pPr>
          <w:r w:rsidRPr="00A02219">
            <w:rPr>
              <w:rStyle w:val="Nzevakce"/>
            </w:rPr>
            <w:t>„Údržba a opravy bytů u pozemních objektů SPS v obvodu OŘ Ostrava 2024/2025“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0DFACF1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A4C8E">
        <w:t>1.</w:t>
      </w:r>
      <w:r w:rsidR="00A02219">
        <w:t xml:space="preserve"> </w:t>
      </w:r>
      <w:r w:rsidR="00CF3BBC">
        <w:t>2</w:t>
      </w:r>
      <w:r w:rsidR="00FA4C8E">
        <w:t>.</w:t>
      </w:r>
      <w:r w:rsidR="00A02219">
        <w:t xml:space="preserve"> </w:t>
      </w:r>
      <w:r w:rsidR="00FA4C8E">
        <w:t>2024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25EFC5A7" w14:textId="0C04DACD" w:rsidR="000C6ECB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2587963" w:history="1">
        <w:r w:rsidR="000C6ECB" w:rsidRPr="001148AF">
          <w:rPr>
            <w:rStyle w:val="Hypertextovodkaz"/>
          </w:rPr>
          <w:t>SEZNAM ZKRATEK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_Toc152587963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2</w:t>
        </w:r>
        <w:r w:rsidR="000C6ECB">
          <w:rPr>
            <w:noProof/>
            <w:webHidden/>
          </w:rPr>
          <w:fldChar w:fldCharType="end"/>
        </w:r>
      </w:hyperlink>
    </w:p>
    <w:p w14:paraId="7A7E69B6" w14:textId="1BD9B307" w:rsidR="000C6ECB" w:rsidRDefault="009A2A7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64" w:history="1">
        <w:r w:rsidR="000C6ECB" w:rsidRPr="001148AF">
          <w:rPr>
            <w:rStyle w:val="Hypertextovodkaz"/>
          </w:rPr>
          <w:t>Pojmy a definice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_Toc152587964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2</w:t>
        </w:r>
        <w:r w:rsidR="000C6ECB">
          <w:rPr>
            <w:noProof/>
            <w:webHidden/>
          </w:rPr>
          <w:fldChar w:fldCharType="end"/>
        </w:r>
      </w:hyperlink>
    </w:p>
    <w:p w14:paraId="5EAA6759" w14:textId="7E05D48D" w:rsidR="000C6ECB" w:rsidRDefault="009A2A7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65" w:history="1">
        <w:r w:rsidR="000C6ECB" w:rsidRPr="001148AF">
          <w:rPr>
            <w:rStyle w:val="Hypertextovodkaz"/>
          </w:rPr>
          <w:t>1.</w:t>
        </w:r>
        <w:r w:rsidR="000C6ECB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SPECIFIKACE PŘEDMĚTU DÍLA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_Toc152587965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4</w:t>
        </w:r>
        <w:r w:rsidR="000C6ECB">
          <w:rPr>
            <w:noProof/>
            <w:webHidden/>
          </w:rPr>
          <w:fldChar w:fldCharType="end"/>
        </w:r>
      </w:hyperlink>
    </w:p>
    <w:p w14:paraId="4A4BA177" w14:textId="0FF02628" w:rsidR="000C6ECB" w:rsidRDefault="009A2A7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66" w:history="1">
        <w:r w:rsidR="000C6ECB" w:rsidRPr="001148AF">
          <w:rPr>
            <w:rStyle w:val="Hypertextovodkaz"/>
            <w:rFonts w:asciiTheme="majorHAnsi" w:hAnsiTheme="majorHAnsi"/>
          </w:rPr>
          <w:t>1.1</w:t>
        </w:r>
        <w:r w:rsidR="000C6ECB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Účel a rozsah předmětu Díla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_Toc152587966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4</w:t>
        </w:r>
        <w:r w:rsidR="000C6ECB">
          <w:rPr>
            <w:noProof/>
            <w:webHidden/>
          </w:rPr>
          <w:fldChar w:fldCharType="end"/>
        </w:r>
      </w:hyperlink>
    </w:p>
    <w:p w14:paraId="527E2DCB" w14:textId="3A3783B5" w:rsidR="000C6ECB" w:rsidRDefault="009A2A7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67" w:history="1">
        <w:r w:rsidR="000C6ECB" w:rsidRPr="001148AF">
          <w:rPr>
            <w:rStyle w:val="Hypertextovodkaz"/>
            <w:rFonts w:asciiTheme="majorHAnsi" w:hAnsiTheme="majorHAnsi"/>
          </w:rPr>
          <w:t>1.2</w:t>
        </w:r>
        <w:r w:rsidR="000C6ECB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Umístění stavby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_Toc152587967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4</w:t>
        </w:r>
        <w:r w:rsidR="000C6ECB">
          <w:rPr>
            <w:noProof/>
            <w:webHidden/>
          </w:rPr>
          <w:fldChar w:fldCharType="end"/>
        </w:r>
      </w:hyperlink>
    </w:p>
    <w:p w14:paraId="4DAF9D3C" w14:textId="194BBF7F" w:rsidR="000C6ECB" w:rsidRDefault="009A2A7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68" w:history="1">
        <w:r w:rsidR="000C6ECB" w:rsidRPr="001148AF">
          <w:rPr>
            <w:rStyle w:val="Hypertextovodkaz"/>
          </w:rPr>
          <w:t>2.</w:t>
        </w:r>
        <w:r w:rsidR="000C6ECB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PŘEHLED VÝCHOZÍCH PODKLADŮ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_Toc152587968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4</w:t>
        </w:r>
        <w:r w:rsidR="000C6ECB">
          <w:rPr>
            <w:noProof/>
            <w:webHidden/>
          </w:rPr>
          <w:fldChar w:fldCharType="end"/>
        </w:r>
      </w:hyperlink>
    </w:p>
    <w:p w14:paraId="652FF47D" w14:textId="59BCE1F4" w:rsidR="000C6ECB" w:rsidRDefault="009A2A7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69" w:history="1">
        <w:r w:rsidR="000C6ECB" w:rsidRPr="001148AF">
          <w:rPr>
            <w:rStyle w:val="Hypertextovodkaz"/>
            <w:rFonts w:asciiTheme="majorHAnsi" w:hAnsiTheme="majorHAnsi"/>
          </w:rPr>
          <w:t>2.1</w:t>
        </w:r>
        <w:r w:rsidR="000C6ECB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Projektová dokumentace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_Toc152587969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4</w:t>
        </w:r>
        <w:r w:rsidR="000C6ECB">
          <w:rPr>
            <w:noProof/>
            <w:webHidden/>
          </w:rPr>
          <w:fldChar w:fldCharType="end"/>
        </w:r>
      </w:hyperlink>
    </w:p>
    <w:p w14:paraId="7BC35C9D" w14:textId="1D98D466" w:rsidR="000C6ECB" w:rsidRDefault="009A2A7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70" w:history="1">
        <w:r w:rsidR="000C6ECB" w:rsidRPr="001148AF">
          <w:rPr>
            <w:rStyle w:val="Hypertextovodkaz"/>
            <w:rFonts w:asciiTheme="majorHAnsi" w:hAnsiTheme="majorHAnsi"/>
          </w:rPr>
          <w:t>2.2</w:t>
        </w:r>
        <w:r w:rsidR="000C6ECB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Související dokumentace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_Toc152587970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4</w:t>
        </w:r>
        <w:r w:rsidR="000C6ECB">
          <w:rPr>
            <w:noProof/>
            <w:webHidden/>
          </w:rPr>
          <w:fldChar w:fldCharType="end"/>
        </w:r>
      </w:hyperlink>
    </w:p>
    <w:p w14:paraId="10C4E0E2" w14:textId="5F9C0F4E" w:rsidR="000C6ECB" w:rsidRDefault="009A2A7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71" w:history="1">
        <w:r w:rsidR="000C6ECB" w:rsidRPr="001148AF">
          <w:rPr>
            <w:rStyle w:val="Hypertextovodkaz"/>
          </w:rPr>
          <w:t>3.</w:t>
        </w:r>
        <w:r w:rsidR="000C6ECB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KOORDINACE S JINÝMI STAVBAMI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_Toc152587971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4</w:t>
        </w:r>
        <w:r w:rsidR="000C6ECB">
          <w:rPr>
            <w:noProof/>
            <w:webHidden/>
          </w:rPr>
          <w:fldChar w:fldCharType="end"/>
        </w:r>
      </w:hyperlink>
    </w:p>
    <w:p w14:paraId="6BF3FCAA" w14:textId="0C9A4F5E" w:rsidR="000C6ECB" w:rsidRDefault="009A2A7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72" w:history="1">
        <w:r w:rsidR="000C6ECB" w:rsidRPr="001148AF">
          <w:rPr>
            <w:rStyle w:val="Hypertextovodkaz"/>
          </w:rPr>
          <w:t>4.</w:t>
        </w:r>
        <w:r w:rsidR="000C6ECB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Zvláštní TECHNICKÉ podmímky a požadavky na PROVEDENÍ DÍLA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_Toc152587972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5</w:t>
        </w:r>
        <w:r w:rsidR="000C6ECB">
          <w:rPr>
            <w:noProof/>
            <w:webHidden/>
          </w:rPr>
          <w:fldChar w:fldCharType="end"/>
        </w:r>
      </w:hyperlink>
    </w:p>
    <w:p w14:paraId="0A30F94D" w14:textId="372BAD73" w:rsidR="000C6ECB" w:rsidRDefault="009A2A7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73" w:history="1">
        <w:r w:rsidR="000C6ECB" w:rsidRPr="001148AF">
          <w:rPr>
            <w:rStyle w:val="Hypertextovodkaz"/>
            <w:rFonts w:asciiTheme="majorHAnsi" w:hAnsiTheme="majorHAnsi"/>
          </w:rPr>
          <w:t>4.1</w:t>
        </w:r>
        <w:r w:rsidR="000C6ECB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Všeobecně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_Toc152587973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5</w:t>
        </w:r>
        <w:r w:rsidR="000C6ECB">
          <w:rPr>
            <w:noProof/>
            <w:webHidden/>
          </w:rPr>
          <w:fldChar w:fldCharType="end"/>
        </w:r>
      </w:hyperlink>
    </w:p>
    <w:p w14:paraId="13D8B60C" w14:textId="4991DA8B" w:rsidR="000C6ECB" w:rsidRDefault="009A2A7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74" w:history="1">
        <w:r w:rsidR="000C6ECB" w:rsidRPr="001148AF">
          <w:rPr>
            <w:rStyle w:val="Hypertextovodkaz"/>
            <w:rFonts w:asciiTheme="majorHAnsi" w:hAnsiTheme="majorHAnsi"/>
          </w:rPr>
          <w:t>4.2</w:t>
        </w:r>
        <w:r w:rsidR="000C6ECB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Zeměměřická činnost zhotovitele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_Toc152587974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12</w:t>
        </w:r>
        <w:r w:rsidR="000C6ECB">
          <w:rPr>
            <w:noProof/>
            <w:webHidden/>
          </w:rPr>
          <w:fldChar w:fldCharType="end"/>
        </w:r>
      </w:hyperlink>
    </w:p>
    <w:p w14:paraId="7BCCB13D" w14:textId="35D4E9D5" w:rsidR="000C6ECB" w:rsidRDefault="009A2A7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75" w:history="1">
        <w:r w:rsidR="000C6ECB" w:rsidRPr="001148AF">
          <w:rPr>
            <w:rStyle w:val="Hypertextovodkaz"/>
            <w:rFonts w:asciiTheme="majorHAnsi" w:hAnsiTheme="majorHAnsi"/>
          </w:rPr>
          <w:t>4.3</w:t>
        </w:r>
        <w:r w:rsidR="000C6ECB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Doklady předkládané zhotovitelem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_Toc152587975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13</w:t>
        </w:r>
        <w:r w:rsidR="000C6ECB">
          <w:rPr>
            <w:noProof/>
            <w:webHidden/>
          </w:rPr>
          <w:fldChar w:fldCharType="end"/>
        </w:r>
      </w:hyperlink>
    </w:p>
    <w:p w14:paraId="76B86AEA" w14:textId="261D4E69" w:rsidR="000C6ECB" w:rsidRDefault="009A2A7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76" w:history="1">
        <w:r w:rsidR="000C6ECB" w:rsidRPr="001148AF">
          <w:rPr>
            <w:rStyle w:val="Hypertextovodkaz"/>
            <w:rFonts w:asciiTheme="majorHAnsi" w:hAnsiTheme="majorHAnsi"/>
          </w:rPr>
          <w:t>4.4</w:t>
        </w:r>
        <w:r w:rsidR="000C6ECB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Dokumentace zhotovitele pro stavbu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_Toc152587976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14</w:t>
        </w:r>
        <w:r w:rsidR="000C6ECB">
          <w:rPr>
            <w:noProof/>
            <w:webHidden/>
          </w:rPr>
          <w:fldChar w:fldCharType="end"/>
        </w:r>
      </w:hyperlink>
    </w:p>
    <w:p w14:paraId="1BEA99A8" w14:textId="242C2E93" w:rsidR="000C6ECB" w:rsidRDefault="009A2A7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77" w:history="1">
        <w:r w:rsidR="000C6ECB" w:rsidRPr="001148AF">
          <w:rPr>
            <w:rStyle w:val="Hypertextovodkaz"/>
            <w:rFonts w:asciiTheme="majorHAnsi" w:hAnsiTheme="majorHAnsi"/>
          </w:rPr>
          <w:t>4.5</w:t>
        </w:r>
        <w:r w:rsidR="000C6ECB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Dokumentace skutečného provedení stavby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_Toc152587977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14</w:t>
        </w:r>
        <w:r w:rsidR="000C6ECB">
          <w:rPr>
            <w:noProof/>
            <w:webHidden/>
          </w:rPr>
          <w:fldChar w:fldCharType="end"/>
        </w:r>
      </w:hyperlink>
    </w:p>
    <w:p w14:paraId="1215853F" w14:textId="513EA799" w:rsidR="000C6ECB" w:rsidRDefault="009A2A7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78" w:history="1">
        <w:r w:rsidR="000C6ECB" w:rsidRPr="001148AF">
          <w:rPr>
            <w:rStyle w:val="Hypertextovodkaz"/>
            <w:rFonts w:asciiTheme="majorHAnsi" w:hAnsiTheme="majorHAnsi"/>
          </w:rPr>
          <w:t>4.6</w:t>
        </w:r>
        <w:r w:rsidR="000C6ECB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Životní prostředí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_Toc152587978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15</w:t>
        </w:r>
        <w:r w:rsidR="000C6ECB">
          <w:rPr>
            <w:noProof/>
            <w:webHidden/>
          </w:rPr>
          <w:fldChar w:fldCharType="end"/>
        </w:r>
      </w:hyperlink>
    </w:p>
    <w:p w14:paraId="5EA572BD" w14:textId="2D973DD7" w:rsidR="000C6ECB" w:rsidRDefault="009A2A7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79" w:history="1">
        <w:r w:rsidR="000C6ECB" w:rsidRPr="001148AF">
          <w:rPr>
            <w:rStyle w:val="Hypertextovodkaz"/>
            <w:rFonts w:asciiTheme="majorHAnsi" w:hAnsiTheme="majorHAnsi"/>
          </w:rPr>
          <w:t>4.7</w:t>
        </w:r>
        <w:r w:rsidR="000C6ECB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Materiál dodávaný objednatelem (mimo CNM)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_Toc152587979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17</w:t>
        </w:r>
        <w:r w:rsidR="000C6ECB">
          <w:rPr>
            <w:noProof/>
            <w:webHidden/>
          </w:rPr>
          <w:fldChar w:fldCharType="end"/>
        </w:r>
      </w:hyperlink>
    </w:p>
    <w:p w14:paraId="0C2FA6FD" w14:textId="1DA20A83" w:rsidR="000C6ECB" w:rsidRDefault="009A2A7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80" w:history="1">
        <w:r w:rsidR="000C6ECB" w:rsidRPr="001148AF">
          <w:rPr>
            <w:rStyle w:val="Hypertextovodkaz"/>
          </w:rPr>
          <w:t>5.</w:t>
        </w:r>
        <w:r w:rsidR="000C6ECB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ORGANIZACE VÝSTAVBY, VÝLUKY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_Toc152587980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17</w:t>
        </w:r>
        <w:r w:rsidR="000C6ECB">
          <w:rPr>
            <w:noProof/>
            <w:webHidden/>
          </w:rPr>
          <w:fldChar w:fldCharType="end"/>
        </w:r>
      </w:hyperlink>
    </w:p>
    <w:p w14:paraId="1B25E1B9" w14:textId="1A0EB361" w:rsidR="000C6ECB" w:rsidRDefault="009A2A7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81" w:history="1">
        <w:r w:rsidR="000C6ECB" w:rsidRPr="001148AF">
          <w:rPr>
            <w:rStyle w:val="Hypertextovodkaz"/>
          </w:rPr>
          <w:t>6.</w:t>
        </w:r>
        <w:r w:rsidR="000C6ECB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SOUVISEJÍCÍ DOKUMENTY A PŘEDPISY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_Toc152587981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17</w:t>
        </w:r>
        <w:r w:rsidR="000C6ECB">
          <w:rPr>
            <w:noProof/>
            <w:webHidden/>
          </w:rPr>
          <w:fldChar w:fldCharType="end"/>
        </w:r>
      </w:hyperlink>
    </w:p>
    <w:p w14:paraId="17513753" w14:textId="578A3EBC" w:rsidR="000C6ECB" w:rsidRDefault="009A2A7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587982" w:history="1">
        <w:r w:rsidR="000C6ECB" w:rsidRPr="001148AF">
          <w:rPr>
            <w:rStyle w:val="Hypertextovodkaz"/>
          </w:rPr>
          <w:t>7.</w:t>
        </w:r>
        <w:r w:rsidR="000C6ECB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0C6ECB" w:rsidRPr="001148AF">
          <w:rPr>
            <w:rStyle w:val="Hypertextovodkaz"/>
          </w:rPr>
          <w:t>PŘÍLOHY</w:t>
        </w:r>
        <w:r w:rsidR="000C6ECB">
          <w:rPr>
            <w:noProof/>
            <w:webHidden/>
          </w:rPr>
          <w:tab/>
        </w:r>
        <w:r w:rsidR="000C6ECB">
          <w:rPr>
            <w:noProof/>
            <w:webHidden/>
          </w:rPr>
          <w:fldChar w:fldCharType="begin"/>
        </w:r>
        <w:r w:rsidR="000C6ECB">
          <w:rPr>
            <w:noProof/>
            <w:webHidden/>
          </w:rPr>
          <w:instrText xml:space="preserve"> PAGEREF _Toc152587982 \h </w:instrText>
        </w:r>
        <w:r w:rsidR="000C6ECB">
          <w:rPr>
            <w:noProof/>
            <w:webHidden/>
          </w:rPr>
        </w:r>
        <w:r w:rsidR="000C6ECB">
          <w:rPr>
            <w:noProof/>
            <w:webHidden/>
          </w:rPr>
          <w:fldChar w:fldCharType="separate"/>
        </w:r>
        <w:r w:rsidR="000C6ECB">
          <w:rPr>
            <w:noProof/>
            <w:webHidden/>
          </w:rPr>
          <w:t>18</w:t>
        </w:r>
        <w:r w:rsidR="000C6ECB">
          <w:rPr>
            <w:noProof/>
            <w:webHidden/>
          </w:rPr>
          <w:fldChar w:fldCharType="end"/>
        </w:r>
      </w:hyperlink>
    </w:p>
    <w:p w14:paraId="30D8D7FD" w14:textId="21C418B6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5258796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0C6EC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0C8D7BFE" w:rsidR="000C6ECB" w:rsidRPr="00AD0C7B" w:rsidRDefault="000C6ECB" w:rsidP="000C6EC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1C4B2093" w:rsidR="000C6ECB" w:rsidRPr="006115D3" w:rsidRDefault="000C6ECB" w:rsidP="000C6ECB">
            <w:pPr>
              <w:pStyle w:val="Zkratky2"/>
            </w:pPr>
            <w:r>
              <w:t>Elektronický stavební deník</w:t>
            </w:r>
          </w:p>
        </w:tc>
      </w:tr>
      <w:tr w:rsidR="000C6EC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300F0CDB" w:rsidR="000C6ECB" w:rsidRPr="00AD0C7B" w:rsidRDefault="000C6ECB" w:rsidP="000C6ECB">
            <w:pPr>
              <w:pStyle w:val="Zkratky1"/>
            </w:pPr>
            <w:r>
              <w:t xml:space="preserve">D+B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09D392FF" w:rsidR="000C6ECB" w:rsidRPr="006115D3" w:rsidRDefault="000C6ECB" w:rsidP="000C6ECB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0C6EC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60D2699F" w:rsidR="000C6ECB" w:rsidRPr="00AD0C7B" w:rsidRDefault="000C6ECB" w:rsidP="000C6EC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032AEFD4" w:rsidR="000C6ECB" w:rsidRPr="006115D3" w:rsidRDefault="000C6ECB" w:rsidP="000C6ECB">
            <w:pPr>
              <w:pStyle w:val="Zkratky2"/>
            </w:pPr>
            <w:r>
              <w:t>Opravné a údržbové akce</w:t>
            </w:r>
          </w:p>
        </w:tc>
      </w:tr>
      <w:tr w:rsidR="000C6ECB" w:rsidRPr="00AD0C7B" w14:paraId="2589B206" w14:textId="77777777" w:rsidTr="00405E3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947373" w14:textId="77777777" w:rsidR="000C6ECB" w:rsidRPr="00AD0C7B" w:rsidRDefault="000C6ECB" w:rsidP="00405E38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1DBAF9" w14:textId="77777777" w:rsidR="000C6ECB" w:rsidRPr="00F92E3A" w:rsidRDefault="000C6ECB" w:rsidP="00405E38">
            <w:pPr>
              <w:pStyle w:val="Zkratky2"/>
            </w:pPr>
            <w:r w:rsidRPr="00F92E3A">
              <w:t>Úprava majetkových vztahů v železničních stanicích</w:t>
            </w:r>
          </w:p>
          <w:p w14:paraId="2D9AC524" w14:textId="77777777" w:rsidR="000C6ECB" w:rsidRPr="006115D3" w:rsidRDefault="000C6ECB" w:rsidP="00405E38">
            <w:pPr>
              <w:pStyle w:val="Zkratky2"/>
            </w:pPr>
          </w:p>
        </w:tc>
      </w:tr>
      <w:tr w:rsidR="000C6ECB" w:rsidRPr="00AD0C7B" w14:paraId="00D369D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1A7949" w14:textId="77777777" w:rsidR="000C6ECB" w:rsidRDefault="000C6ECB" w:rsidP="000C6EC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ABB88B" w14:textId="77777777" w:rsidR="000C6ECB" w:rsidRDefault="000C6ECB" w:rsidP="000C6ECB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1A1F78" w14:textId="77777777" w:rsidR="00AD0C7B" w:rsidRDefault="00AD0C7B" w:rsidP="000F15F1">
            <w:pPr>
              <w:pStyle w:val="Zkratky2"/>
            </w:pPr>
          </w:p>
          <w:p w14:paraId="00DEEDA4" w14:textId="77777777" w:rsidR="000C6ECB" w:rsidRDefault="000C6ECB" w:rsidP="000F15F1">
            <w:pPr>
              <w:pStyle w:val="Zkratky2"/>
            </w:pPr>
          </w:p>
          <w:p w14:paraId="767275CF" w14:textId="77777777" w:rsidR="000C6ECB" w:rsidRDefault="000C6ECB" w:rsidP="000F15F1">
            <w:pPr>
              <w:pStyle w:val="Zkratky2"/>
            </w:pPr>
          </w:p>
          <w:p w14:paraId="171E3D34" w14:textId="77777777" w:rsidR="000C6ECB" w:rsidRDefault="000C6ECB" w:rsidP="000F15F1">
            <w:pPr>
              <w:pStyle w:val="Zkratky2"/>
            </w:pPr>
          </w:p>
          <w:p w14:paraId="6DD2B391" w14:textId="77777777" w:rsidR="000C6ECB" w:rsidRDefault="000C6ECB" w:rsidP="000F15F1">
            <w:pPr>
              <w:pStyle w:val="Zkratky2"/>
            </w:pPr>
          </w:p>
          <w:p w14:paraId="7116D0D9" w14:textId="77777777" w:rsidR="000C6ECB" w:rsidRDefault="000C6ECB" w:rsidP="000F15F1">
            <w:pPr>
              <w:pStyle w:val="Zkratky2"/>
            </w:pPr>
          </w:p>
          <w:p w14:paraId="4FB2829F" w14:textId="77777777" w:rsidR="000C6ECB" w:rsidRDefault="000C6ECB" w:rsidP="000F15F1">
            <w:pPr>
              <w:pStyle w:val="Zkratky2"/>
            </w:pPr>
          </w:p>
          <w:p w14:paraId="23AF1005" w14:textId="77777777" w:rsidR="000C6ECB" w:rsidRDefault="000C6ECB" w:rsidP="000F15F1">
            <w:pPr>
              <w:pStyle w:val="Zkratky2"/>
            </w:pPr>
          </w:p>
          <w:p w14:paraId="38BCD464" w14:textId="77777777" w:rsidR="000C6ECB" w:rsidRDefault="000C6ECB" w:rsidP="000F15F1">
            <w:pPr>
              <w:pStyle w:val="Zkratky2"/>
            </w:pPr>
          </w:p>
          <w:p w14:paraId="7C6EE98F" w14:textId="77777777" w:rsidR="000C6ECB" w:rsidRDefault="000C6ECB" w:rsidP="000F15F1">
            <w:pPr>
              <w:pStyle w:val="Zkratky2"/>
            </w:pPr>
          </w:p>
          <w:p w14:paraId="64A4C071" w14:textId="77777777" w:rsidR="000C6ECB" w:rsidRDefault="000C6ECB" w:rsidP="000F15F1">
            <w:pPr>
              <w:pStyle w:val="Zkratky2"/>
            </w:pPr>
          </w:p>
          <w:p w14:paraId="1C017B5E" w14:textId="77777777" w:rsidR="000C6ECB" w:rsidRDefault="000C6ECB" w:rsidP="000F15F1">
            <w:pPr>
              <w:pStyle w:val="Zkratky2"/>
            </w:pPr>
          </w:p>
          <w:p w14:paraId="090E50D7" w14:textId="77777777" w:rsidR="000C6ECB" w:rsidRDefault="000C6ECB" w:rsidP="000F15F1">
            <w:pPr>
              <w:pStyle w:val="Zkratky2"/>
            </w:pPr>
          </w:p>
          <w:p w14:paraId="277C4B94" w14:textId="77777777" w:rsidR="000C6ECB" w:rsidRDefault="000C6ECB" w:rsidP="000F15F1">
            <w:pPr>
              <w:pStyle w:val="Zkratky2"/>
            </w:pPr>
          </w:p>
          <w:p w14:paraId="21CF2BF8" w14:textId="77777777" w:rsidR="000C6ECB" w:rsidRDefault="000C6ECB" w:rsidP="000F15F1">
            <w:pPr>
              <w:pStyle w:val="Zkratky2"/>
            </w:pPr>
          </w:p>
          <w:p w14:paraId="1DB940FA" w14:textId="77777777" w:rsidR="000C6ECB" w:rsidRPr="006115D3" w:rsidRDefault="000C6ECB" w:rsidP="000F15F1">
            <w:pPr>
              <w:pStyle w:val="Zkratky2"/>
            </w:pPr>
          </w:p>
        </w:tc>
      </w:tr>
    </w:tbl>
    <w:p w14:paraId="78B680FB" w14:textId="77777777" w:rsidR="00F92E3A" w:rsidRDefault="00F92E3A" w:rsidP="003B0494">
      <w:pPr>
        <w:pStyle w:val="Nadpisbezsl1-1"/>
        <w:outlineLvl w:val="0"/>
      </w:pPr>
      <w:bookmarkStart w:id="2" w:name="_Toc152587964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28069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28069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28069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1896DFCB" w:rsidR="00F92E3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</w:t>
      </w:r>
      <w:r w:rsidR="00A861B4">
        <w:rPr>
          <w:sz w:val="18"/>
          <w:szCs w:val="18"/>
        </w:rPr>
        <w:t>i</w:t>
      </w:r>
      <w:r w:rsidRPr="005D336A">
        <w:rPr>
          <w:sz w:val="18"/>
          <w:szCs w:val="18"/>
        </w:rPr>
        <w:t xml:space="preserve"> pro provádění stavby (PDPS).</w:t>
      </w:r>
    </w:p>
    <w:p w14:paraId="05CA276B" w14:textId="77777777" w:rsidR="000C6ECB" w:rsidRPr="000C6ECB" w:rsidRDefault="000C6ECB" w:rsidP="000C6ECB">
      <w:pPr>
        <w:pStyle w:val="Odstavecseseznamem"/>
        <w:rPr>
          <w:sz w:val="18"/>
          <w:szCs w:val="18"/>
        </w:rPr>
      </w:pPr>
    </w:p>
    <w:p w14:paraId="622DC103" w14:textId="74CB2B8F" w:rsidR="000C6ECB" w:rsidRDefault="000C6EC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 veřejného rozpočtu, které provádí Zhotovitel, zajistit technický dozor stavebníka (dále jen „TDS“) nad prováděním Díla dle § 152 odst. (4) zákona č. 183/2006 Sb. Funkce</w:t>
      </w:r>
      <w:r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technický dozor stavebníka není totožná s funkcí stavební dozor dle § 2 odst. (2) písm. d) stavebního zákona</w:t>
      </w:r>
    </w:p>
    <w:p w14:paraId="7F7A5D56" w14:textId="77777777" w:rsidR="000C6ECB" w:rsidRPr="000C6ECB" w:rsidRDefault="000C6ECB" w:rsidP="000C6ECB">
      <w:pPr>
        <w:pStyle w:val="Odstavecseseznamem"/>
        <w:rPr>
          <w:sz w:val="18"/>
          <w:szCs w:val="18"/>
        </w:rPr>
      </w:pPr>
    </w:p>
    <w:p w14:paraId="3B7FA086" w14:textId="2D59F20F" w:rsidR="000C6ECB" w:rsidRPr="005D336A" w:rsidRDefault="000C6EC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>oddíly, články a podčlánky</w:t>
      </w:r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52587965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52587966"/>
      <w:r>
        <w:t>Účel a rozsah předmětu Díla</w:t>
      </w:r>
      <w:bookmarkEnd w:id="10"/>
      <w:bookmarkEnd w:id="11"/>
    </w:p>
    <w:p w14:paraId="144B4FC2" w14:textId="687172CE" w:rsidR="00DF7BAA" w:rsidRPr="00A16611" w:rsidRDefault="00DF7BAA" w:rsidP="008F090E">
      <w:pPr>
        <w:pStyle w:val="Text2-1"/>
      </w:pPr>
      <w:r w:rsidRPr="00A16611">
        <w:t>Předmětem díla je zhotovení stavby</w:t>
      </w:r>
      <w:r w:rsidR="00280695">
        <w:t xml:space="preserve"> – </w:t>
      </w:r>
      <w:r w:rsidR="000C6ECB">
        <w:t xml:space="preserve">provedení </w:t>
      </w:r>
      <w:r w:rsidR="00280695">
        <w:t>stavebních prací pod názvem</w:t>
      </w:r>
      <w:r w:rsidRPr="00A16611">
        <w:t xml:space="preserve"> </w:t>
      </w:r>
      <w:r w:rsidR="00251CE3" w:rsidRPr="002126AD">
        <w:rPr>
          <w:b/>
        </w:rPr>
        <w:t>„</w:t>
      </w:r>
      <w:r w:rsidR="008F090E" w:rsidRPr="008F090E">
        <w:t>Údržba a opravy bytů u pozemních objektů SPS v obvodu OŘ Ostrava 2024/2025</w:t>
      </w:r>
      <w:r w:rsidR="00251CE3">
        <w:t>“</w:t>
      </w:r>
      <w:r w:rsidR="00EC4FA5" w:rsidRPr="00A16611">
        <w:t>,</w:t>
      </w:r>
      <w:r w:rsidRPr="00A16611">
        <w:t xml:space="preserve"> jejímž cílem</w:t>
      </w:r>
      <w:r w:rsidR="00280695" w:rsidRPr="00280695">
        <w:t xml:space="preserve"> </w:t>
      </w:r>
      <w:r w:rsidR="00280695">
        <w:t xml:space="preserve">je realizace údržbových a opravných stavebních prací včetně odstranění závad </w:t>
      </w:r>
      <w:r w:rsidR="009442DE">
        <w:t>bytového fondu v</w:t>
      </w:r>
      <w:r w:rsidR="00280695">
        <w:t xml:space="preserve"> </w:t>
      </w:r>
      <w:r w:rsidR="00251CE3">
        <w:t>pozemních objektech</w:t>
      </w:r>
      <w:r w:rsidR="00FA4C8E">
        <w:t xml:space="preserve"> </w:t>
      </w:r>
      <w:r w:rsidR="008825BA">
        <w:t>za</w:t>
      </w:r>
      <w:r w:rsidR="00280695">
        <w:t xml:space="preserve"> účelem zajištění </w:t>
      </w:r>
      <w:r w:rsidR="009442DE">
        <w:t xml:space="preserve">jejich </w:t>
      </w:r>
      <w:r w:rsidR="00280695">
        <w:t xml:space="preserve">bezpečného a provozuschopného stavu. </w:t>
      </w:r>
      <w:r w:rsidR="00280695" w:rsidRPr="00A16611">
        <w:t xml:space="preserve"> </w:t>
      </w:r>
    </w:p>
    <w:p w14:paraId="29AAB0CD" w14:textId="648C14C1" w:rsidR="00E70AB8" w:rsidRPr="009442DE" w:rsidRDefault="00A16611" w:rsidP="008F090E">
      <w:pPr>
        <w:pStyle w:val="Text2-1"/>
      </w:pPr>
      <w:r w:rsidRPr="009442DE">
        <w:t xml:space="preserve">Rozsah Díla </w:t>
      </w:r>
      <w:r w:rsidR="00251CE3" w:rsidRPr="009442DE">
        <w:rPr>
          <w:b/>
        </w:rPr>
        <w:t>„</w:t>
      </w:r>
      <w:r w:rsidR="008F090E" w:rsidRPr="009442DE">
        <w:t>Údržba a opravy bytů u pozemních objektů SPS v obvodu OŘ Ostrava 2024/2025</w:t>
      </w:r>
      <w:r w:rsidR="00251CE3" w:rsidRPr="009442DE">
        <w:t>“</w:t>
      </w:r>
      <w:r w:rsidRPr="009442DE">
        <w:t xml:space="preserve"> </w:t>
      </w:r>
      <w:r w:rsidR="009442DE" w:rsidRPr="009442DE">
        <w:t xml:space="preserve">je </w:t>
      </w:r>
      <w:r w:rsidR="00280695" w:rsidRPr="009442DE">
        <w:t>z hlediska věcného rozsahu a požadovaného množství (předpoklad) uveden v</w:t>
      </w:r>
      <w:r w:rsidR="000C6ECB" w:rsidRPr="009442DE">
        <w:t xml:space="preserve"> Bližší specifikaci díla (Díl 2_2 Zadávací dokumentace) a </w:t>
      </w:r>
      <w:r w:rsidR="008F090E" w:rsidRPr="009442DE">
        <w:t>Nabídkovém koeficientu</w:t>
      </w:r>
      <w:r w:rsidR="00280695" w:rsidRPr="009442DE">
        <w:t xml:space="preserve"> (</w:t>
      </w:r>
      <w:r w:rsidR="000C6ECB" w:rsidRPr="009442DE">
        <w:t>Díl 2_3</w:t>
      </w:r>
      <w:r w:rsidR="00A861B4" w:rsidRPr="009442DE">
        <w:t xml:space="preserve"> </w:t>
      </w:r>
      <w:r w:rsidR="00280695" w:rsidRPr="009442DE">
        <w:t>Zadávací dokumentace</w:t>
      </w:r>
      <w:r w:rsidR="000C6ECB" w:rsidRPr="009442DE">
        <w:t>). Přesný rozsah Díla bude stanoven až na základě dílčích smluv – objednávek (dále jen „Objednávky“) zadávaných v souladu s rámcovou dohodou.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52587967"/>
      <w:r>
        <w:t>Umístění stavby</w:t>
      </w:r>
      <w:bookmarkEnd w:id="12"/>
      <w:bookmarkEnd w:id="13"/>
    </w:p>
    <w:p w14:paraId="4DFE4759" w14:textId="1E5D182F" w:rsidR="008825BA" w:rsidRDefault="005C5596" w:rsidP="008825BA">
      <w:pPr>
        <w:pStyle w:val="Text2-1"/>
      </w:pPr>
      <w:r>
        <w:t>Stavební práce</w:t>
      </w:r>
      <w:r w:rsidR="00DF7BAA">
        <w:t xml:space="preserve"> bud</w:t>
      </w:r>
      <w:r>
        <w:t>ou</w:t>
      </w:r>
      <w:r w:rsidR="00DF7BAA">
        <w:t xml:space="preserve"> probíhat </w:t>
      </w:r>
      <w:r w:rsidR="00280695">
        <w:t>v </w:t>
      </w:r>
      <w:r w:rsidR="008825BA">
        <w:t>obvodu</w:t>
      </w:r>
      <w:r w:rsidR="00280695">
        <w:t xml:space="preserve"> </w:t>
      </w:r>
      <w:r w:rsidR="00251CE3" w:rsidRPr="00547136">
        <w:t>Správy pozemních staveb</w:t>
      </w:r>
      <w:r w:rsidR="00251CE3">
        <w:t xml:space="preserve"> (SPS), </w:t>
      </w:r>
      <w:r w:rsidR="00280695">
        <w:t>Oblastního ředitelství Ostrava</w:t>
      </w:r>
      <w:r w:rsidR="000C6ECB">
        <w:t xml:space="preserve"> s vymezenou oblastí Ostrava nebo Olomouc, </w:t>
      </w:r>
      <w:r w:rsidR="000C6ECB" w:rsidRPr="00837668">
        <w:t>jehož vymezení je stanoveno v dalších částech Zadávací dokumentace</w:t>
      </w:r>
      <w:r w:rsidR="009442DE">
        <w:t>, zejm. v Dílu 3_1 Zadávací dokumentace a Příloze č.2 těchto ZTP</w:t>
      </w:r>
      <w:r w:rsidR="000C6ECB" w:rsidRPr="00883327">
        <w:t>.</w:t>
      </w:r>
      <w:r w:rsidR="000C6ECB" w:rsidRPr="00837668">
        <w:t xml:space="preserve"> </w:t>
      </w:r>
      <w:r w:rsidR="000C6ECB" w:rsidRPr="00883327">
        <w:t>Přesné vymezení místa plnění bude stanoveno v Objednávce při zadávání dílčích veřejných zakázek zadávaných v souladu s rámcovou dohodou.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52587968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52587969"/>
      <w:r>
        <w:t>Projektová dokumentace</w:t>
      </w:r>
      <w:bookmarkEnd w:id="16"/>
      <w:bookmarkEnd w:id="17"/>
    </w:p>
    <w:p w14:paraId="4D8E81F7" w14:textId="243EE8EA" w:rsidR="005E47F4" w:rsidRDefault="000C6ECB" w:rsidP="00615BEC">
      <w:pPr>
        <w:pStyle w:val="Text2-1"/>
      </w:pPr>
      <w:r>
        <w:t xml:space="preserve">Budou-li stavební práce zadávány na základě projektové dokumentace, bude tato předána před uzavřením Objednávky </w:t>
      </w:r>
      <w:bookmarkStart w:id="18" w:name="_Hlk144282388"/>
      <w:r>
        <w:t xml:space="preserve">při zadávání dílčích veřejných zakázek. </w:t>
      </w:r>
      <w:bookmarkEnd w:id="18"/>
      <w:r>
        <w:t>V ostatních případech bude řešeno formou Technické specifikace požadovaných stavebních prací, která bude nedílnou součástí Objednávky při zadávání dílčích veřejných zakázek zadávaných v souladu s rámcovou dohodou.</w:t>
      </w:r>
    </w:p>
    <w:p w14:paraId="52904154" w14:textId="77777777" w:rsidR="00DF7BAA" w:rsidRPr="00860F4E" w:rsidRDefault="00DF7BAA" w:rsidP="00DF7BAA">
      <w:pPr>
        <w:pStyle w:val="Nadpis2-2"/>
      </w:pPr>
      <w:bookmarkStart w:id="19" w:name="_Toc6410434"/>
      <w:bookmarkStart w:id="20" w:name="_Toc152587970"/>
      <w:r w:rsidRPr="00860F4E">
        <w:t>Související dokumentace</w:t>
      </w:r>
      <w:bookmarkEnd w:id="19"/>
      <w:bookmarkEnd w:id="20"/>
    </w:p>
    <w:p w14:paraId="0C10CA0D" w14:textId="77777777" w:rsidR="000C6ECB" w:rsidRPr="003D097F" w:rsidRDefault="000C6ECB" w:rsidP="000C6ECB">
      <w:pPr>
        <w:pStyle w:val="Text2-1"/>
      </w:pPr>
      <w:r w:rsidRPr="003D097F">
        <w:t xml:space="preserve">Prováděné stavební práce vzhledem k jejich charakteru zpravidla nepodléhají stavebnímu či jinému řízení, nebo nevyžadují ohlášení stavby stavebnímu úřadu. </w:t>
      </w:r>
    </w:p>
    <w:p w14:paraId="241A176F" w14:textId="2E44B641" w:rsidR="008170FD" w:rsidRDefault="000C6ECB" w:rsidP="000C6ECB">
      <w:pPr>
        <w:pStyle w:val="Text2-1"/>
      </w:pPr>
      <w:r w:rsidRPr="003D097F">
        <w:t>V případě požadavku na provedení stavebních prací, které podléhají stavebnímu povolení nebo jinému veřejnoprávnímu rozhodnutí, bude příslušný dokument předán Zhotoviteli před uzavřením Objednávky při zadávání dílčích veřejných zakázek. V takovém případě bude v Objednávce uveden odkaz na uvedené stavební povolení nebo jiné veřejnoprávní rozhodnutí, které bude pro Zhotovitele závazné</w:t>
      </w:r>
      <w:r w:rsidR="008170FD">
        <w:t xml:space="preserve"> 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52587971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6BB2726" w14:textId="6F56EB94" w:rsidR="00A10D37" w:rsidRPr="008170FD" w:rsidRDefault="001F25FE" w:rsidP="00A10D37">
      <w:pPr>
        <w:pStyle w:val="Text2-1"/>
      </w:pPr>
      <w:r>
        <w:t>V případě požadavku na koordinaci s jinými stavbami bude řešeno Objednatelem se Zhotovitelem před uzavřením Objednávky při zadávání dílčích veřejných zakázek zadávaných v souladu s rámcovou dohodou, příp. v průběhu realizace Díla, pokud by nastala objektivní okolnost požadavku na koordinaci až v okamžiku po uzavření Objednávky, o které v době jejího uzavření Objednatel nevěděl ani ji nemohl předpokládat</w:t>
      </w:r>
      <w:r w:rsidR="00234F48" w:rsidRPr="008170FD">
        <w:t xml:space="preserve">. </w:t>
      </w:r>
    </w:p>
    <w:p w14:paraId="32E3FFCA" w14:textId="77777777" w:rsidR="00DF7BAA" w:rsidRPr="002F3B4D" w:rsidRDefault="0025048A" w:rsidP="00DF7BAA">
      <w:pPr>
        <w:pStyle w:val="Nadpis2-1"/>
      </w:pPr>
      <w:bookmarkStart w:id="23" w:name="_Toc6410436"/>
      <w:bookmarkStart w:id="24" w:name="_Toc152587972"/>
      <w:r w:rsidRPr="002F3B4D">
        <w:lastRenderedPageBreak/>
        <w:t xml:space="preserve">Zvláštní </w:t>
      </w:r>
      <w:r w:rsidR="00DF7BAA" w:rsidRPr="002F3B4D">
        <w:t xml:space="preserve">TECHNICKÉ </w:t>
      </w:r>
      <w:r w:rsidRPr="002F3B4D">
        <w:t>podmímky a požadavky na</w:t>
      </w:r>
      <w:r w:rsidR="00DF7BAA" w:rsidRPr="002F3B4D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52587973"/>
      <w:r>
        <w:t>Všeobecně</w:t>
      </w:r>
      <w:bookmarkEnd w:id="25"/>
      <w:bookmarkEnd w:id="26"/>
    </w:p>
    <w:p w14:paraId="65532685" w14:textId="7DEBE4BF" w:rsidR="00700A8A" w:rsidRPr="00700A8A" w:rsidRDefault="000C6ECB" w:rsidP="00251CE3">
      <w:pPr>
        <w:pStyle w:val="Text2-1"/>
      </w:pPr>
      <w:r w:rsidRPr="0056233E">
        <w:rPr>
          <w:b/>
        </w:rPr>
        <w:t>ZTP</w:t>
      </w:r>
      <w:r>
        <w:t xml:space="preserve"> jsou vydávány pro každou Rámcovou dohodu zvlášť. Definují další parametry Díla a upřesňují konkrétní podmínky a specifické požadavky, dle účelu a rozsahu předmětu Díla dle </w:t>
      </w:r>
      <w:r w:rsidRPr="000258E6">
        <w:t>aktuálních TKP</w:t>
      </w:r>
      <w:r>
        <w:t>, není-li v dílčí smlouvě (Objednávce) dohodnuto jinak</w:t>
      </w:r>
      <w:r w:rsidR="00700A8A" w:rsidRPr="00700A8A">
        <w:t>.</w:t>
      </w:r>
    </w:p>
    <w:p w14:paraId="6D100930" w14:textId="77777777" w:rsidR="000C6ECB" w:rsidRDefault="000C6ECB" w:rsidP="000C6ECB">
      <w:pPr>
        <w:pStyle w:val="Text2-1"/>
      </w:pPr>
      <w:r>
        <w:t>V</w:t>
      </w:r>
      <w:r w:rsidRPr="00EB6387">
        <w:t> ZTP upraven</w:t>
      </w:r>
      <w:r>
        <w:t>é</w:t>
      </w:r>
      <w:r w:rsidRPr="00EB6387">
        <w:t xml:space="preserve"> znění ustanovení TKP, Kapitoly 1 se uplatní </w:t>
      </w:r>
      <w:r w:rsidRPr="003B0494">
        <w:t>přiměřeně</w:t>
      </w:r>
      <w:r>
        <w:t xml:space="preserve"> dle účelu a rozsahu předmětu Díla Rámcové dohody.</w:t>
      </w:r>
      <w:r w:rsidRPr="003B0494">
        <w:t xml:space="preserve">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1B3D6B07" w14:textId="77777777" w:rsidR="000C6ECB" w:rsidRPr="003B0494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1E3FB74C" w14:textId="77777777" w:rsidR="000C6ECB" w:rsidRPr="003B0494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3B0494">
        <w:t>V čl. 1.7.1 TKP, odst. 1 se doplňuje text „…se zásadami směrnice SŽ SM011</w:t>
      </w:r>
      <w:r>
        <w:t xml:space="preserve"> (Dokumentace staveb Správy železnic, státní organizace)</w:t>
      </w:r>
      <w:r w:rsidRPr="003B0494">
        <w:t xml:space="preserve"> směrnice SŽDC</w:t>
      </w:r>
      <w:r>
        <w:t xml:space="preserve"> </w:t>
      </w:r>
      <w:r w:rsidRPr="003B0494">
        <w:t>č.</w:t>
      </w:r>
      <w:r>
        <w:t> </w:t>
      </w:r>
      <w:r w:rsidRPr="003B0494">
        <w:t>117</w:t>
      </w:r>
      <w:r w:rsidRPr="000258E6">
        <w:t xml:space="preserve"> </w:t>
      </w:r>
      <w:r>
        <w:t>(Předávání digitální dokumentace z investiční výstavby SŽDC)</w:t>
      </w:r>
      <w:r w:rsidRPr="003B0494">
        <w:t xml:space="preserve"> a pokynu GŘ č.</w:t>
      </w:r>
      <w:r>
        <w:t> </w:t>
      </w:r>
      <w:r w:rsidRPr="003B0494">
        <w:t>4/2016</w:t>
      </w:r>
      <w:r>
        <w:t xml:space="preserve"> (Předávání digitální dokumentace a dat mezi SŽDC a externími subjekty)</w:t>
      </w:r>
      <w:r w:rsidRPr="003B0494">
        <w:t xml:space="preserve"> a pokynu GŘ SŽ PO-06/2020-GŘ</w:t>
      </w:r>
      <w:r w:rsidRPr="00F04838">
        <w:t xml:space="preserve"> </w:t>
      </w:r>
      <w:r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0D67AA97" w14:textId="77777777" w:rsidR="000C6ECB" w:rsidRPr="003B0494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3B0494">
        <w:t xml:space="preserve">Čl. 1.7.3.2 TKP, odst. 1 se </w:t>
      </w:r>
      <w:r>
        <w:t>nepoužije.</w:t>
      </w:r>
    </w:p>
    <w:p w14:paraId="5D081D5F" w14:textId="77777777" w:rsidR="000C6ECB" w:rsidRPr="003B0494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 xml:space="preserve">se </w:t>
      </w:r>
      <w:r>
        <w:t>nepoužije</w:t>
      </w:r>
      <w:r w:rsidRPr="003B0494">
        <w:t>.</w:t>
      </w:r>
    </w:p>
    <w:p w14:paraId="1B5BC066" w14:textId="77777777" w:rsidR="000C6ECB" w:rsidRPr="003B0494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3B0494">
        <w:t>Čl. 1.7.3.3 TKP, odst. 1 se mění takto:</w:t>
      </w:r>
    </w:p>
    <w:p w14:paraId="29F0B856" w14:textId="77777777" w:rsidR="000C6ECB" w:rsidRDefault="000C6ECB" w:rsidP="000C6ECB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12DC8653" w14:textId="77777777" w:rsidR="000C6ECB" w:rsidRPr="00F23487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F23487">
        <w:t xml:space="preserve">V čl. 1.7.3.5 TKP, odst.1 se mění takto: </w:t>
      </w:r>
    </w:p>
    <w:p w14:paraId="3119D1C7" w14:textId="77777777" w:rsidR="000C6ECB" w:rsidRDefault="000C6ECB" w:rsidP="000C6ECB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46919EE7" w14:textId="77777777" w:rsid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EB6387">
        <w:t xml:space="preserve">V čl. 1.7.3.5 TKP, se </w:t>
      </w:r>
      <w:r>
        <w:t>nepoužijí</w:t>
      </w:r>
      <w:r w:rsidRPr="00EB6387">
        <w:t xml:space="preserve"> odstavce 5 a 6.</w:t>
      </w:r>
    </w:p>
    <w:p w14:paraId="5B89D510" w14:textId="77777777" w:rsid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51BFBC26" w14:textId="77777777" w:rsidR="000C6ECB" w:rsidRPr="00F832AA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F832AA">
        <w:t xml:space="preserve">Čl. 1.8.2 TKP, odst. 7 se </w:t>
      </w:r>
      <w:r>
        <w:t>nepoužije</w:t>
      </w:r>
      <w:r w:rsidRPr="00F832AA">
        <w:t>.</w:t>
      </w:r>
    </w:p>
    <w:p w14:paraId="43A1E8E1" w14:textId="77777777" w:rsidR="000C6ECB" w:rsidRPr="00F832AA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F832AA">
        <w:t xml:space="preserve">V čl. 1.8.3.1 TKP, odst. 2 se </w:t>
      </w:r>
      <w:proofErr w:type="gramStart"/>
      <w:r w:rsidRPr="00F832AA">
        <w:t>ruší</w:t>
      </w:r>
      <w:proofErr w:type="gramEnd"/>
      <w:r w:rsidRPr="00F832AA">
        <w:t xml:space="preserve">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356FC8DF" w14:textId="77777777" w:rsidR="000C6ECB" w:rsidRPr="00F832AA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F832AA">
        <w:t>V čl. 1.9.2 TKP, odst. 3 se mění lhůta z 14 kalendářních dní na 7 kalendářních dní.</w:t>
      </w:r>
    </w:p>
    <w:p w14:paraId="1C79D148" w14:textId="77777777" w:rsidR="000C6ECB" w:rsidRPr="00F832AA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085E6876" w14:textId="77777777" w:rsidR="000C6ECB" w:rsidRPr="001A001A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1A001A">
        <w:t xml:space="preserve">Čl. 1.9.2 TKP, odst. 7 se </w:t>
      </w:r>
      <w:r>
        <w:t>nepoužije</w:t>
      </w:r>
      <w:r w:rsidRPr="001A001A">
        <w:t>.</w:t>
      </w:r>
    </w:p>
    <w:p w14:paraId="28DA3E47" w14:textId="77777777" w:rsid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>
        <w:t xml:space="preserve">Čl. 1.9.4 TKP, odst. 2 se mění takto: </w:t>
      </w:r>
    </w:p>
    <w:p w14:paraId="5793E13D" w14:textId="77777777" w:rsidR="000C6ECB" w:rsidRPr="00EB6387" w:rsidRDefault="000C6ECB" w:rsidP="000C6ECB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5F34CAE2" w14:textId="77777777" w:rsidR="000C6ECB" w:rsidRPr="001A001A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1A001A">
        <w:t>Čl. 1.9.4 TKP, odst.5 se mění takto:</w:t>
      </w:r>
    </w:p>
    <w:p w14:paraId="07582542" w14:textId="77777777" w:rsidR="000C6ECB" w:rsidRDefault="000C6ECB" w:rsidP="000C6ECB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>
        <w:t> </w:t>
      </w:r>
      <w:r w:rsidRPr="001A001A">
        <w:t>Sb.</w:t>
      </w:r>
      <w:r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5B9A10B1" w14:textId="77777777" w:rsidR="000C6ECB" w:rsidRPr="002E5B84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407F4D96" w14:textId="77777777" w:rsidR="000C6ECB" w:rsidRPr="002E5B84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2E5B84">
        <w:t xml:space="preserve">V čl. 1.10.5.2 TKP, odst. 3 se </w:t>
      </w:r>
      <w:proofErr w:type="gramStart"/>
      <w:r w:rsidRPr="002E5B84">
        <w:t>ruší</w:t>
      </w:r>
      <w:proofErr w:type="gramEnd"/>
      <w:r w:rsidRPr="002E5B84">
        <w:t xml:space="preserve"> text „… (zpravidla Stavební správa)“.</w:t>
      </w:r>
    </w:p>
    <w:p w14:paraId="6ED053EC" w14:textId="77777777" w:rsidR="000C6ECB" w:rsidRPr="002E5B84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49307C2B" w14:textId="77777777" w:rsidR="000C6ECB" w:rsidRPr="00DF7856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DF7856">
        <w:t xml:space="preserve">Čl. 1.10.9.3 TKP, odst. 7 se </w:t>
      </w:r>
      <w:r>
        <w:t>nepoužije</w:t>
      </w:r>
      <w:r w:rsidRPr="00DF7856">
        <w:t>.</w:t>
      </w:r>
    </w:p>
    <w:p w14:paraId="64186C23" w14:textId="77777777" w:rsidR="000C6ECB" w:rsidRPr="00DF7856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17F977D9" w14:textId="77777777" w:rsidR="000C6ECB" w:rsidRPr="00DF7856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4, písm. d) se mění počet 4 souprav závěrových tabulek na 3 soupravy závěrových tabulek.</w:t>
      </w:r>
    </w:p>
    <w:p w14:paraId="58778058" w14:textId="77777777" w:rsid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4, písm. e) se mění takto:</w:t>
      </w:r>
    </w:p>
    <w:p w14:paraId="7B8398DD" w14:textId="77777777" w:rsidR="000C6ECB" w:rsidRDefault="000C6ECB" w:rsidP="000C6ECB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28C61E1" w14:textId="77777777" w:rsidR="000C6ECB" w:rsidRPr="00DF7856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DF7856">
        <w:t>V čl. 1.11.3 TKP, odst. 5, se mění lhůta z 45 dnů na 15 dnů</w:t>
      </w:r>
      <w:r>
        <w:t>.</w:t>
      </w:r>
    </w:p>
    <w:p w14:paraId="5E93B77F" w14:textId="77777777" w:rsidR="000C6ECB" w:rsidRPr="00DF7856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DF7856">
        <w:t xml:space="preserve">V čl. 1.11.5 TKP, odst. 2 se vypouští text: </w:t>
      </w:r>
      <w:bookmarkStart w:id="34" w:name="_Hlk115869021"/>
      <w:r w:rsidRPr="00DF7856">
        <w:t>„…</w:t>
      </w:r>
      <w:bookmarkEnd w:id="34"/>
      <w:r w:rsidRPr="00DF7856">
        <w:t>a v podrobnostech směrnice SŽ SM011“</w:t>
      </w:r>
    </w:p>
    <w:p w14:paraId="63F37D45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bookmarkStart w:id="35" w:name="_Ref137828191"/>
      <w:r w:rsidRPr="000C6ECB">
        <w:t>Čl. 1.11.5.1 TKP, odst. 3 se mění takto:</w:t>
      </w:r>
      <w:bookmarkEnd w:id="35"/>
    </w:p>
    <w:p w14:paraId="0F19B3C2" w14:textId="2BE49B03" w:rsidR="000C6ECB" w:rsidRPr="000C6ECB" w:rsidRDefault="000C6ECB" w:rsidP="000C6ECB">
      <w:pPr>
        <w:pStyle w:val="Text2-2"/>
        <w:numPr>
          <w:ilvl w:val="0"/>
          <w:numId w:val="0"/>
        </w:numPr>
        <w:ind w:left="1701"/>
      </w:pPr>
      <w:r w:rsidRPr="000C6ECB">
        <w:t xml:space="preserve">Předání Dokumentace skutečného provedení stavby týkající se díla Zhotovitelem Objednateli proběhne </w:t>
      </w:r>
      <w:r w:rsidRPr="000C6ECB">
        <w:rPr>
          <w:b/>
        </w:rPr>
        <w:t>v listinné podobě ve třech vyhotoveních</w:t>
      </w:r>
      <w:r w:rsidRPr="000C6ECB">
        <w:t xml:space="preserve"> pro technickou část do 2 měsíců, pro souborné zpracování geodetické části do 2 měsíců a kompletní </w:t>
      </w:r>
      <w:r w:rsidRPr="000C6ECB">
        <w:rPr>
          <w:b/>
        </w:rPr>
        <w:t xml:space="preserve">dokumentace v elektronické podobě v rozsahu dle čl. </w:t>
      </w:r>
      <w:r w:rsidRPr="000C6ECB">
        <w:rPr>
          <w:b/>
        </w:rPr>
        <w:fldChar w:fldCharType="begin"/>
      </w:r>
      <w:r w:rsidRPr="000C6ECB">
        <w:rPr>
          <w:b/>
        </w:rPr>
        <w:instrText xml:space="preserve"> REF _Ref137824493 \r \h </w:instrText>
      </w:r>
      <w:r>
        <w:rPr>
          <w:b/>
        </w:rPr>
        <w:instrText xml:space="preserve"> \* MERGEFORMAT </w:instrText>
      </w:r>
      <w:r w:rsidRPr="000C6ECB">
        <w:rPr>
          <w:b/>
        </w:rPr>
      </w:r>
      <w:r w:rsidRPr="000C6ECB">
        <w:rPr>
          <w:b/>
        </w:rPr>
        <w:fldChar w:fldCharType="separate"/>
      </w:r>
      <w:r w:rsidRPr="000C6ECB">
        <w:rPr>
          <w:b/>
        </w:rPr>
        <w:t>4.1.2.27</w:t>
      </w:r>
      <w:r w:rsidRPr="000C6ECB">
        <w:rPr>
          <w:b/>
        </w:rPr>
        <w:fldChar w:fldCharType="end"/>
      </w:r>
      <w:r w:rsidRPr="000C6ECB">
        <w:rPr>
          <w:b/>
        </w:rPr>
        <w:t xml:space="preserve"> těchto ZTP</w:t>
      </w:r>
      <w:r w:rsidRPr="000C6ECB">
        <w:t xml:space="preserve"> do 3 měsíců ode dne, kdy byl proveden poslední Zápis o předání a převzetí díla.</w:t>
      </w:r>
    </w:p>
    <w:p w14:paraId="6811DE55" w14:textId="77777777" w:rsidR="000C6ECB" w:rsidRPr="004C1240" w:rsidRDefault="000C6ECB" w:rsidP="000C6ECB">
      <w:pPr>
        <w:pStyle w:val="Text2-2"/>
        <w:tabs>
          <w:tab w:val="clear" w:pos="5076"/>
          <w:tab w:val="num" w:pos="1701"/>
        </w:tabs>
        <w:ind w:left="1701"/>
      </w:pPr>
      <w:r>
        <w:t>Čl. 1.11.5.1 TKP, se nepoužijí odstavce 4 a 5.</w:t>
      </w:r>
    </w:p>
    <w:p w14:paraId="108B6050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bookmarkStart w:id="36" w:name="_Ref137824493"/>
      <w:r w:rsidRPr="000C6ECB">
        <w:t>ČL 1.11.5.1 TKP, odst. 6 se mění takto:</w:t>
      </w:r>
      <w:bookmarkEnd w:id="36"/>
    </w:p>
    <w:p w14:paraId="4DFA9316" w14:textId="77777777" w:rsidR="000C6ECB" w:rsidRPr="000C6ECB" w:rsidRDefault="000C6ECB" w:rsidP="000C6ECB">
      <w:pPr>
        <w:pStyle w:val="Text2-2"/>
        <w:numPr>
          <w:ilvl w:val="0"/>
          <w:numId w:val="0"/>
        </w:numPr>
        <w:ind w:left="1701"/>
      </w:pPr>
      <w:r w:rsidRPr="000C6ECB">
        <w:t>Odevzdání dokumentace (DSPS) bude v elektronické podobě provedeno dle směrnice SŽDC č. 117 a pokynu GŘ č. 4/2016 na záznamovém médiu uvedeném v ZD:</w:t>
      </w:r>
    </w:p>
    <w:p w14:paraId="20E98B69" w14:textId="77777777" w:rsidR="000C6ECB" w:rsidRPr="000C6ECB" w:rsidRDefault="000C6ECB" w:rsidP="000C6ECB">
      <w:pPr>
        <w:pStyle w:val="Text2-2"/>
        <w:numPr>
          <w:ilvl w:val="0"/>
          <w:numId w:val="22"/>
        </w:numPr>
      </w:pPr>
      <w:r w:rsidRPr="000C6ECB">
        <w:t>kompletní dokumentace stavby v otevřené formě</w:t>
      </w:r>
    </w:p>
    <w:p w14:paraId="3A95FB82" w14:textId="77777777" w:rsidR="000C6ECB" w:rsidRPr="000C6ECB" w:rsidRDefault="000C6ECB" w:rsidP="000C6ECB">
      <w:pPr>
        <w:pStyle w:val="Text2-2"/>
        <w:numPr>
          <w:ilvl w:val="0"/>
          <w:numId w:val="22"/>
        </w:numPr>
      </w:pPr>
      <w:r w:rsidRPr="000C6ECB">
        <w:t>kompletní dokumentace stavby v uzavřené formě</w:t>
      </w:r>
    </w:p>
    <w:p w14:paraId="26DE8531" w14:textId="77777777" w:rsidR="000C6ECB" w:rsidRPr="000C6ECB" w:rsidRDefault="000C6ECB" w:rsidP="000C6ECB">
      <w:pPr>
        <w:pStyle w:val="Text2-2"/>
        <w:numPr>
          <w:ilvl w:val="0"/>
          <w:numId w:val="22"/>
        </w:numPr>
      </w:pPr>
      <w:r w:rsidRPr="000C6ECB">
        <w:t xml:space="preserve">kompletní dokumentace stavby ve struktuře </w:t>
      </w:r>
      <w:proofErr w:type="spellStart"/>
      <w:r w:rsidRPr="000C6ECB">
        <w:t>TreeInfo</w:t>
      </w:r>
      <w:proofErr w:type="spellEnd"/>
      <w:r w:rsidRPr="000C6ECB">
        <w:t xml:space="preserve"> (</w:t>
      </w:r>
      <w:proofErr w:type="spellStart"/>
      <w:r w:rsidRPr="000C6ECB">
        <w:t>InvestDokument</w:t>
      </w:r>
      <w:proofErr w:type="spellEnd"/>
      <w:r w:rsidRPr="000C6ECB">
        <w:t>) v otevřené a uzavřené formě.</w:t>
      </w:r>
    </w:p>
    <w:p w14:paraId="75D9FF94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bookmarkStart w:id="37" w:name="_Ref137828246"/>
      <w:r w:rsidRPr="000C6ECB">
        <w:t xml:space="preserve">V čl. 1.11.5.1 TKP, odst. 7 se </w:t>
      </w:r>
      <w:proofErr w:type="gramStart"/>
      <w:r w:rsidRPr="000C6ECB">
        <w:t>ruší</w:t>
      </w:r>
      <w:proofErr w:type="gramEnd"/>
      <w:r w:rsidRPr="000C6ECB">
        <w:t xml:space="preserve"> text: „…*.XML (datový předpis XDC)“.</w:t>
      </w:r>
      <w:bookmarkEnd w:id="37"/>
    </w:p>
    <w:p w14:paraId="472ECAF9" w14:textId="77777777" w:rsidR="000C6ECB" w:rsidRPr="000C6ECB" w:rsidRDefault="000C6ECB" w:rsidP="000C6ECB">
      <w:pPr>
        <w:pStyle w:val="Text2-1"/>
        <w:rPr>
          <w:b/>
        </w:rPr>
      </w:pPr>
      <w:r w:rsidRPr="000C6ECB">
        <w:t>Vzhledem k tomu, že Zadávací dokumentace neobsahuje Všeobecní technické podmínky (VTP), tak odkazy v TKP na VTP jsou odkazem na ZTP.</w:t>
      </w:r>
    </w:p>
    <w:p w14:paraId="692D962F" w14:textId="77777777" w:rsidR="000C6ECB" w:rsidRPr="000C6ECB" w:rsidRDefault="000C6ECB" w:rsidP="000C6ECB">
      <w:pPr>
        <w:pStyle w:val="Text2-2"/>
        <w:numPr>
          <w:ilvl w:val="3"/>
          <w:numId w:val="21"/>
        </w:numPr>
        <w:ind w:left="1701" w:hanging="992"/>
        <w:rPr>
          <w:rFonts w:asciiTheme="minorHAnsi" w:hAnsiTheme="minorHAnsi"/>
        </w:rPr>
      </w:pPr>
      <w:r w:rsidRPr="000C6ECB">
        <w:lastRenderedPageBreak/>
        <w:t xml:space="preserve"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</w:t>
      </w:r>
      <w:r w:rsidRPr="000C6ECB">
        <w:rPr>
          <w:rFonts w:asciiTheme="minorHAnsi" w:hAnsiTheme="minorHAnsi"/>
        </w:rPr>
        <w:t xml:space="preserve">v souladu s čl.  2.6 Rámcové dohody a čl. </w:t>
      </w:r>
      <w:r w:rsidRPr="000C6ECB">
        <w:rPr>
          <w:rFonts w:asciiTheme="minorHAnsi" w:hAnsiTheme="minorHAnsi"/>
        </w:rPr>
        <w:fldChar w:fldCharType="begin"/>
      </w:r>
      <w:r w:rsidRPr="000C6ECB">
        <w:rPr>
          <w:rFonts w:asciiTheme="minorHAnsi" w:hAnsiTheme="minorHAnsi"/>
        </w:rPr>
        <w:instrText xml:space="preserve"> REF _Ref143240729 \r \h  \* MERGEFORMAT </w:instrText>
      </w:r>
      <w:r w:rsidRPr="000C6ECB">
        <w:rPr>
          <w:rFonts w:asciiTheme="minorHAnsi" w:hAnsiTheme="minorHAnsi"/>
        </w:rPr>
      </w:r>
      <w:r w:rsidRPr="000C6ECB">
        <w:rPr>
          <w:rFonts w:asciiTheme="minorHAnsi" w:hAnsiTheme="minorHAnsi"/>
        </w:rPr>
        <w:fldChar w:fldCharType="separate"/>
      </w:r>
      <w:r w:rsidRPr="000C6ECB">
        <w:rPr>
          <w:rFonts w:asciiTheme="minorHAnsi" w:hAnsiTheme="minorHAnsi"/>
        </w:rPr>
        <w:t>5.1.3</w:t>
      </w:r>
      <w:r w:rsidRPr="000C6ECB">
        <w:rPr>
          <w:rFonts w:asciiTheme="minorHAnsi" w:hAnsiTheme="minorHAnsi"/>
        </w:rPr>
        <w:fldChar w:fldCharType="end"/>
      </w:r>
      <w:r w:rsidRPr="000C6ECB">
        <w:rPr>
          <w:rFonts w:asciiTheme="minorHAnsi" w:hAnsiTheme="minorHAnsi"/>
        </w:rPr>
        <w:t xml:space="preserve"> těchto ZTP.</w:t>
      </w:r>
    </w:p>
    <w:p w14:paraId="14E78037" w14:textId="42DD9641" w:rsidR="000C6ECB" w:rsidRPr="009A2A71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9A2A71">
        <w:t>Neobsazeno.</w:t>
      </w:r>
    </w:p>
    <w:p w14:paraId="102E6A1E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t>V případě, že TDS při provádění Díla zjistí, že práce na Díle nebo jeho části provádí Podzhotovitel, který nebyl pověřen jejich provedením v souladu se Smlouvou,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0C657975" w14:textId="50BF98A5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t>Neobsazeno.</w:t>
      </w:r>
    </w:p>
    <w:p w14:paraId="2BF12704" w14:textId="193CD711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t>Neobsazeno.</w:t>
      </w:r>
    </w:p>
    <w:p w14:paraId="69C64CE8" w14:textId="4A6F6AAA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t>Neobsazeno</w:t>
      </w:r>
      <w:r w:rsidR="009A2A71">
        <w:t>.</w:t>
      </w:r>
      <w:r w:rsidRPr="000C6ECB">
        <w:rPr>
          <w:b/>
        </w:rPr>
        <w:t xml:space="preserve"> </w:t>
      </w:r>
    </w:p>
    <w:p w14:paraId="2EF2C93F" w14:textId="7D72E951" w:rsidR="000C6ECB" w:rsidRPr="000C6ECB" w:rsidRDefault="009A2A71" w:rsidP="009A2A71">
      <w:pPr>
        <w:pStyle w:val="Text2-2"/>
        <w:tabs>
          <w:tab w:val="clear" w:pos="5076"/>
          <w:tab w:val="num" w:pos="1701"/>
        </w:tabs>
        <w:ind w:left="1701"/>
      </w:pPr>
      <w:r w:rsidRPr="000C6ECB">
        <w:t>Neobsazeno</w:t>
      </w:r>
      <w:r>
        <w:t>.</w:t>
      </w:r>
    </w:p>
    <w:p w14:paraId="331F459D" w14:textId="77777777" w:rsidR="000C6ECB" w:rsidRPr="00BD583A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51BE55B3" w14:textId="77777777" w:rsidR="000C6ECB" w:rsidRPr="009358DC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0DEAA0AD" w14:textId="77777777" w:rsidR="000C6ECB" w:rsidRPr="00065260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D22CEDB" w14:textId="77777777" w:rsid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3B66A8BC" w14:textId="77777777" w:rsid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6C6413D4" w14:textId="77777777" w:rsidR="000C6ECB" w:rsidRPr="0020474A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20474A">
        <w:t>Zhotovitel provede ruční kopané sondy za účelem ověření skutečného vedení inženýrské sítě před započetím zemních prací strojmo.</w:t>
      </w:r>
    </w:p>
    <w:p w14:paraId="46D7ED32" w14:textId="31CFF6E8" w:rsidR="000C6ECB" w:rsidRPr="003E555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64B3696F" w14:textId="574BE4FC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t xml:space="preserve">Neobsazeno. </w:t>
      </w:r>
    </w:p>
    <w:p w14:paraId="51E0B219" w14:textId="28E20626" w:rsidR="000C6ECB" w:rsidRPr="000C6ECB" w:rsidRDefault="009A2A71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t>Neobsazeno.</w:t>
      </w:r>
    </w:p>
    <w:p w14:paraId="341D3CB4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  <w:rPr>
          <w:b/>
        </w:rPr>
      </w:pPr>
      <w:r w:rsidRPr="000C6ECB">
        <w:t xml:space="preserve">Zhotovitel se zavazuje nejméně 5 dní před zahájením příslušné činnosti oznámit TDS a projednat s příslušným vlastníkem (správcem) </w:t>
      </w:r>
      <w:r w:rsidRPr="000C6ECB">
        <w:rPr>
          <w:b/>
        </w:rPr>
        <w:t>zásahy do jeho provozovaného zařízení technické infrastruktury.</w:t>
      </w:r>
    </w:p>
    <w:p w14:paraId="60AE9423" w14:textId="124526ED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t xml:space="preserve">Neobsazeno. </w:t>
      </w:r>
    </w:p>
    <w:p w14:paraId="2475FF3F" w14:textId="473CE229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t>Neobsazeno.</w:t>
      </w:r>
    </w:p>
    <w:p w14:paraId="36B59131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t>Neobsazeno.</w:t>
      </w:r>
    </w:p>
    <w:p w14:paraId="22F47FFD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t>Neobsazeno.</w:t>
      </w:r>
    </w:p>
    <w:p w14:paraId="65722273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t>Neobsazeno.</w:t>
      </w:r>
    </w:p>
    <w:p w14:paraId="77958CD2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t>Neobsazeno.</w:t>
      </w:r>
    </w:p>
    <w:p w14:paraId="5C36B6EC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lastRenderedPageBreak/>
        <w:t>Neobsazeno.</w:t>
      </w:r>
    </w:p>
    <w:p w14:paraId="56D679B3" w14:textId="77777777" w:rsidR="000C6ECB" w:rsidRPr="00BB2CFA" w:rsidRDefault="000C6ECB" w:rsidP="000C6ECB">
      <w:pPr>
        <w:pStyle w:val="Text2-2"/>
        <w:tabs>
          <w:tab w:val="clear" w:pos="5076"/>
          <w:tab w:val="num" w:pos="1701"/>
        </w:tabs>
        <w:ind w:left="1701"/>
        <w:rPr>
          <w:bCs/>
        </w:rPr>
      </w:pPr>
      <w:r w:rsidRPr="00837668">
        <w:t xml:space="preserve">Pro přesnou </w:t>
      </w:r>
      <w:r w:rsidRPr="00837668">
        <w:rPr>
          <w:b/>
        </w:rPr>
        <w:t>identifikaci podzemních sítí,</w:t>
      </w:r>
      <w:r w:rsidRPr="00837668">
        <w:t xml:space="preserve"> metalických a optických kabelů, kanalizace, vody a plynu budou použity </w:t>
      </w:r>
      <w:r w:rsidRPr="00837668">
        <w:rPr>
          <w:b/>
          <w:bCs/>
        </w:rPr>
        <w:t>RFID markery</w:t>
      </w:r>
      <w:r w:rsidRPr="00837668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7D07B652" w14:textId="77777777" w:rsidR="000C6ECB" w:rsidRPr="00837668" w:rsidRDefault="000C6ECB" w:rsidP="000C6ECB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837668">
        <w:rPr>
          <w:sz w:val="18"/>
          <w:szCs w:val="18"/>
        </w:rPr>
        <w:t xml:space="preserve">Silová </w:t>
      </w:r>
      <w:r w:rsidRPr="00837668">
        <w:rPr>
          <w:b/>
          <w:sz w:val="18"/>
          <w:szCs w:val="18"/>
        </w:rPr>
        <w:t>zařízení a kabely</w:t>
      </w:r>
      <w:r w:rsidRPr="00837668">
        <w:rPr>
          <w:sz w:val="18"/>
          <w:szCs w:val="18"/>
        </w:rPr>
        <w:t xml:space="preserve"> (včetně kabelů určených k napájení zabezpečovacích zařízení) – </w:t>
      </w:r>
      <w:r w:rsidRPr="00837668">
        <w:rPr>
          <w:b/>
          <w:sz w:val="18"/>
          <w:szCs w:val="18"/>
        </w:rPr>
        <w:t>červený marker</w:t>
      </w:r>
      <w:r w:rsidRPr="00837668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BEA5004" w14:textId="77777777" w:rsidR="000C6ECB" w:rsidRPr="00837668" w:rsidRDefault="000C6ECB" w:rsidP="000C6ECB">
      <w:pPr>
        <w:pStyle w:val="Text2-2"/>
        <w:numPr>
          <w:ilvl w:val="4"/>
          <w:numId w:val="6"/>
        </w:numPr>
      </w:pPr>
      <w:r w:rsidRPr="00837668">
        <w:t>Rozvody</w:t>
      </w:r>
      <w:r w:rsidRPr="00837668">
        <w:rPr>
          <w:b/>
        </w:rPr>
        <w:t xml:space="preserve"> vody a jejich zařízení – modrý marker</w:t>
      </w:r>
      <w:r w:rsidRPr="00837668">
        <w:t xml:space="preserve"> [145,7 kHz] - trasy potrubí; paty servisních sloupců; potrubí z PVC; všechny typy ventilů; křížení, rozdvojky; čistící výstupy; konce obalů.</w:t>
      </w:r>
    </w:p>
    <w:p w14:paraId="570C7667" w14:textId="77777777" w:rsidR="000C6ECB" w:rsidRPr="00837668" w:rsidRDefault="000C6ECB" w:rsidP="000C6ECB">
      <w:pPr>
        <w:pStyle w:val="Text2-2"/>
        <w:numPr>
          <w:ilvl w:val="4"/>
          <w:numId w:val="6"/>
        </w:numPr>
      </w:pPr>
      <w:r w:rsidRPr="00837668">
        <w:t>Rozvody</w:t>
      </w:r>
      <w:r w:rsidRPr="00837668">
        <w:rPr>
          <w:b/>
        </w:rPr>
        <w:t xml:space="preserve"> plynu a jejich zařízení – žlutý marker</w:t>
      </w:r>
      <w:r w:rsidRPr="00837668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37668">
        <w:t>elektrotavné</w:t>
      </w:r>
      <w:proofErr w:type="spellEnd"/>
      <w:r w:rsidRPr="00837668">
        <w:t xml:space="preserve"> spojky; všechny typy armatur a spojů.</w:t>
      </w:r>
    </w:p>
    <w:p w14:paraId="14273C2A" w14:textId="77777777" w:rsidR="000C6ECB" w:rsidRPr="00837668" w:rsidRDefault="000C6ECB" w:rsidP="000C6ECB">
      <w:pPr>
        <w:pStyle w:val="Text2-2"/>
        <w:numPr>
          <w:ilvl w:val="4"/>
          <w:numId w:val="6"/>
        </w:numPr>
      </w:pPr>
      <w:r w:rsidRPr="00837668">
        <w:rPr>
          <w:b/>
        </w:rPr>
        <w:t>Sdělovací zařízení a kabely – oranžový marker</w:t>
      </w:r>
      <w:r w:rsidRPr="00837668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403BDC91" w14:textId="77777777" w:rsidR="000C6ECB" w:rsidRPr="00837668" w:rsidRDefault="000C6ECB" w:rsidP="000C6ECB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837668">
        <w:rPr>
          <w:b/>
          <w:sz w:val="18"/>
          <w:szCs w:val="18"/>
        </w:rPr>
        <w:t>Zabezpečovací zařízení – fialový marker</w:t>
      </w:r>
      <w:r w:rsidRPr="00837668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3898130" w14:textId="77777777" w:rsidR="000C6ECB" w:rsidRPr="00837668" w:rsidRDefault="000C6ECB" w:rsidP="000C6ECB">
      <w:pPr>
        <w:pStyle w:val="Text2-2"/>
        <w:numPr>
          <w:ilvl w:val="4"/>
          <w:numId w:val="6"/>
        </w:numPr>
      </w:pPr>
      <w:r w:rsidRPr="00837668">
        <w:rPr>
          <w:b/>
          <w:bCs/>
        </w:rPr>
        <w:t>Odpadní</w:t>
      </w:r>
      <w:r w:rsidRPr="00837668">
        <w:rPr>
          <w:b/>
        </w:rPr>
        <w:t xml:space="preserve"> voda – zelený marker</w:t>
      </w:r>
      <w:r w:rsidRPr="00837668">
        <w:t xml:space="preserve"> [121,6 kHz] - ventily; všechny typy armatur; čistící výstupy; paty servisních sloupců; vedlejší vedení; značení tras nekovových objektů.</w:t>
      </w:r>
    </w:p>
    <w:p w14:paraId="5D2DF876" w14:textId="77777777" w:rsidR="000C6ECB" w:rsidRPr="00837668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837668">
        <w:t>Označníky je nutno k uloženým kabelům, potrubím a podzemním zařízením pevně upevňovat (např. plastovou vázací páskou).</w:t>
      </w:r>
    </w:p>
    <w:p w14:paraId="47A1A188" w14:textId="77777777" w:rsidR="000C6ECB" w:rsidRPr="00837668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837668">
        <w:t>U sdělovacích a zabezpečovacích kabelů OŘ se bude informace o markerech zadávat do pasportu do volitelné položky 2 pod označením „RFID“.</w:t>
      </w:r>
    </w:p>
    <w:p w14:paraId="1EBEB001" w14:textId="77777777" w:rsidR="000C6ECB" w:rsidRPr="00837668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837668">
        <w:t>U složek, které nemají žádnou elektronickou databázi, se bude tato informace zadávat ve stejném znění do dokumentace.</w:t>
      </w:r>
    </w:p>
    <w:p w14:paraId="1472E8CA" w14:textId="77777777" w:rsidR="000C6ECB" w:rsidRPr="00837668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837668">
        <w:t>Informace o použití markerů bude zaznamenaná do DSPS.</w:t>
      </w:r>
    </w:p>
    <w:p w14:paraId="1759395E" w14:textId="77777777" w:rsidR="000C6ECB" w:rsidRPr="00837668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837668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54FA9686" w14:textId="33D2EA5A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837668">
        <w:rPr>
          <w:b/>
        </w:rPr>
        <w:lastRenderedPageBreak/>
        <w:t>V dokumentaci skutečného provedení stavby (DSPS)</w:t>
      </w:r>
      <w:r w:rsidR="009A2A71">
        <w:rPr>
          <w:b/>
        </w:rPr>
        <w:t xml:space="preserve">, </w:t>
      </w:r>
      <w:r w:rsidR="009A2A71">
        <w:rPr>
          <w:bCs/>
        </w:rPr>
        <w:t>bude-li vyžadována,</w:t>
      </w:r>
      <w:r w:rsidRPr="00837668">
        <w:rPr>
          <w:b/>
        </w:rPr>
        <w:t xml:space="preserve"> </w:t>
      </w:r>
      <w:r w:rsidRPr="00837668">
        <w:t xml:space="preserve">budou zapracované veškeré změny a dodatky, jak ve výkresové, tak v textové části. Součástí dokumentace dle skutečného stavu provedení kromě jiného budou informace o použití RFID markerů k lokalizaci podzemních inženýrských sítí v </w:t>
      </w:r>
      <w:r w:rsidRPr="000C6ECB">
        <w:t>majetku SŽ.</w:t>
      </w:r>
    </w:p>
    <w:p w14:paraId="515657F8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t>Neobsazeno.</w:t>
      </w:r>
    </w:p>
    <w:p w14:paraId="011C0BA0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bookmarkStart w:id="38" w:name="_Ref137827505"/>
      <w:r w:rsidRPr="000C6ECB">
        <w:rPr>
          <w:b/>
        </w:rPr>
        <w:t>Souborné zpracování geodetické části DSPS</w:t>
      </w:r>
      <w:r w:rsidRPr="000C6ECB">
        <w:t xml:space="preserve"> bude předáno Objednateli v listinné a elektronické podobě v tomto členění:</w:t>
      </w:r>
      <w:bookmarkEnd w:id="38"/>
    </w:p>
    <w:p w14:paraId="2BF6A569" w14:textId="77777777" w:rsidR="000C6ECB" w:rsidRPr="000C6ECB" w:rsidRDefault="000C6ECB" w:rsidP="000C6ECB">
      <w:pPr>
        <w:pStyle w:val="Text2-2"/>
        <w:numPr>
          <w:ilvl w:val="4"/>
          <w:numId w:val="6"/>
        </w:numPr>
      </w:pPr>
      <w:r w:rsidRPr="000C6ECB">
        <w:t>Technická zpráva a Předávací protokol (ve formátu *.</w:t>
      </w:r>
      <w:proofErr w:type="spellStart"/>
      <w:r w:rsidRPr="000C6ECB">
        <w:t>pdf</w:t>
      </w:r>
      <w:proofErr w:type="spellEnd"/>
      <w:r w:rsidRPr="000C6ECB">
        <w:t>),</w:t>
      </w:r>
    </w:p>
    <w:p w14:paraId="645FE5D0" w14:textId="77777777" w:rsidR="000C6ECB" w:rsidRPr="000C6ECB" w:rsidRDefault="000C6ECB" w:rsidP="009A2A71">
      <w:pPr>
        <w:pStyle w:val="Text2-2"/>
        <w:numPr>
          <w:ilvl w:val="4"/>
          <w:numId w:val="6"/>
        </w:numPr>
      </w:pPr>
      <w:r w:rsidRPr="000C6ECB">
        <w:t xml:space="preserve">Geometrické plány a přílohy dle </w:t>
      </w:r>
      <w:proofErr w:type="spellStart"/>
      <w:r w:rsidRPr="000C6ECB">
        <w:t>podčlánku</w:t>
      </w:r>
      <w:proofErr w:type="spellEnd"/>
      <w:r w:rsidRPr="000C6ECB">
        <w:t xml:space="preserve"> 1.7.3.5 Kapitoly 1 TKP.</w:t>
      </w:r>
    </w:p>
    <w:p w14:paraId="7AEBAB4D" w14:textId="4E95E6E9" w:rsidR="000C6ECB" w:rsidRPr="000C6ECB" w:rsidRDefault="009A2A71" w:rsidP="000C6ECB">
      <w:pPr>
        <w:pStyle w:val="Text2-2"/>
        <w:tabs>
          <w:tab w:val="clear" w:pos="5076"/>
          <w:tab w:val="num" w:pos="1701"/>
        </w:tabs>
        <w:ind w:left="1701"/>
      </w:pPr>
      <w:r>
        <w:t>Neobsazeno</w:t>
      </w:r>
      <w:r w:rsidR="000C6ECB" w:rsidRPr="000C6ECB">
        <w:t>.</w:t>
      </w:r>
    </w:p>
    <w:p w14:paraId="3E179804" w14:textId="2D06C0E6" w:rsidR="000C6ECB" w:rsidRPr="000C6ECB" w:rsidRDefault="009A2A71" w:rsidP="000C6ECB">
      <w:pPr>
        <w:pStyle w:val="Text2-2"/>
        <w:tabs>
          <w:tab w:val="clear" w:pos="5076"/>
          <w:tab w:val="num" w:pos="1701"/>
        </w:tabs>
        <w:ind w:left="1701"/>
      </w:pPr>
      <w:r>
        <w:t>Neobsazeno</w:t>
      </w:r>
      <w:r w:rsidR="000C6ECB" w:rsidRPr="000C6ECB">
        <w:t>.</w:t>
      </w:r>
    </w:p>
    <w:p w14:paraId="2A2FB2C9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0C6ECB">
        <w:rPr>
          <w:b/>
        </w:rPr>
        <w:t>Součástí dokumentů skutečného provedení stavby</w:t>
      </w:r>
      <w:r w:rsidRPr="000C6ECB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02EAA0FD" w14:textId="77777777" w:rsidR="000C6ECB" w:rsidRPr="000C6ECB" w:rsidRDefault="000C6ECB" w:rsidP="000C6ECB">
      <w:pPr>
        <w:pStyle w:val="Odstavecseseznamem"/>
        <w:numPr>
          <w:ilvl w:val="4"/>
          <w:numId w:val="6"/>
        </w:numPr>
        <w:spacing w:after="120"/>
        <w:jc w:val="both"/>
        <w:rPr>
          <w:sz w:val="18"/>
          <w:szCs w:val="18"/>
        </w:rPr>
      </w:pPr>
      <w:r w:rsidRPr="000C6ECB">
        <w:rPr>
          <w:sz w:val="18"/>
          <w:szCs w:val="18"/>
        </w:rPr>
        <w:t>doklady o udělených výjimkách z platných předpisů a norem, případně souhlas Drážního úřadu,</w:t>
      </w:r>
    </w:p>
    <w:p w14:paraId="7E2EC6D3" w14:textId="77777777" w:rsidR="000C6ECB" w:rsidRPr="000C6ECB" w:rsidRDefault="000C6ECB" w:rsidP="000C6ECB">
      <w:pPr>
        <w:pStyle w:val="Text2-2"/>
        <w:numPr>
          <w:ilvl w:val="4"/>
          <w:numId w:val="6"/>
        </w:numPr>
      </w:pPr>
      <w:r w:rsidRPr="000C6ECB">
        <w:t>doklady o projednání PDPS,</w:t>
      </w:r>
    </w:p>
    <w:p w14:paraId="638E8058" w14:textId="77777777" w:rsidR="000C6ECB" w:rsidRPr="000C6ECB" w:rsidRDefault="000C6ECB" w:rsidP="000C6ECB">
      <w:pPr>
        <w:pStyle w:val="Text2-2"/>
        <w:numPr>
          <w:ilvl w:val="4"/>
          <w:numId w:val="6"/>
        </w:numPr>
      </w:pPr>
      <w:r w:rsidRPr="000C6ECB">
        <w:t>závazná stanoviska dotčených orgánů a další doklady o jednání s dotčenými orgány a účastníky stavebního řízení,</w:t>
      </w:r>
    </w:p>
    <w:p w14:paraId="6CDE8BE7" w14:textId="77777777" w:rsidR="000C6ECB" w:rsidRPr="000C6ECB" w:rsidRDefault="000C6ECB" w:rsidP="000C6ECB">
      <w:pPr>
        <w:pStyle w:val="Text2-2"/>
        <w:numPr>
          <w:ilvl w:val="4"/>
          <w:numId w:val="6"/>
        </w:numPr>
      </w:pPr>
      <w:r w:rsidRPr="000C6ECB">
        <w:t>vyjádření vlastníků a správců dotčených inženýrských sítí,</w:t>
      </w:r>
    </w:p>
    <w:p w14:paraId="30AA1840" w14:textId="77777777" w:rsidR="000C6ECB" w:rsidRPr="000C6ECB" w:rsidRDefault="000C6ECB" w:rsidP="000C6ECB">
      <w:pPr>
        <w:pStyle w:val="Text2-2"/>
        <w:numPr>
          <w:ilvl w:val="4"/>
          <w:numId w:val="6"/>
        </w:numPr>
      </w:pPr>
      <w:r w:rsidRPr="000C6ECB">
        <w:t>doklady o projednání s vlastníky pozemků a staveb nebo bytů a nebytových prostor dotčených stavbou, popř. s jinými oprávněnými subjekty.</w:t>
      </w:r>
    </w:p>
    <w:p w14:paraId="0871287E" w14:textId="77777777" w:rsidR="000C6ECB" w:rsidRPr="009F244D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9F244D">
        <w:t xml:space="preserve">Zhotovitel je v termínu </w:t>
      </w:r>
      <w:r w:rsidRPr="00272421">
        <w:t>nejpozději ke dni zahájení stavebních prací</w:t>
      </w:r>
      <w:r>
        <w:t xml:space="preserve">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782B2A0F" w14:textId="77777777" w:rsidR="000C6ECB" w:rsidRPr="006F687F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6F687F">
        <w:t xml:space="preserve">Zhotovitel vždy </w:t>
      </w:r>
      <w:proofErr w:type="gramStart"/>
      <w:r w:rsidRPr="006F687F">
        <w:t>předloží</w:t>
      </w:r>
      <w:proofErr w:type="gramEnd"/>
      <w:r w:rsidRPr="006F687F">
        <w:t xml:space="preserve"> Objednateli</w:t>
      </w:r>
      <w:r>
        <w:t>, a to</w:t>
      </w:r>
      <w:r w:rsidRPr="006F687F">
        <w:t xml:space="preserve"> </w:t>
      </w:r>
      <w:r>
        <w:t xml:space="preserve">nejpozději ke dni dokončení </w:t>
      </w:r>
      <w:r w:rsidRPr="006F687F">
        <w:t xml:space="preserve">Díla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AF97BCF" w14:textId="77777777" w:rsidR="000C6ECB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400F7F81" w14:textId="77777777" w:rsidR="000C6ECB" w:rsidRPr="006F687F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6F687F">
        <w:lastRenderedPageBreak/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2D9B4065" w14:textId="77777777" w:rsidR="000C6ECB" w:rsidRPr="00A65BF6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837668">
        <w:t xml:space="preserve">Zhotovitel se zavazuje zajistit u svých zaměstnanců a zaměstnanců poddodavatelů prokazatelné seznámení s </w:t>
      </w:r>
      <w:r w:rsidRPr="00837668">
        <w:rPr>
          <w:b/>
        </w:rPr>
        <w:t xml:space="preserve">plánem BOZP </w:t>
      </w:r>
      <w:r w:rsidRPr="00837668">
        <w:t>Díla (dle zákona č. 309/2006 Sb. (zákon o zajištění dalších podmínek bezpečnosti a ochrany zdraví při práci)) a doložit splnění této povinnosti písemně před předáním Staveniště Zhotoviteli.</w:t>
      </w:r>
      <w:r w:rsidRPr="00A65BF6">
        <w:t xml:space="preserve"> </w:t>
      </w:r>
    </w:p>
    <w:p w14:paraId="380235F0" w14:textId="77777777" w:rsidR="000C6ECB" w:rsidRPr="006F687F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47DC0A75" w14:textId="77777777" w:rsidR="000C6ECB" w:rsidRPr="006F687F" w:rsidRDefault="000C6ECB" w:rsidP="000C6ECB">
      <w:pPr>
        <w:pStyle w:val="Text2-2"/>
        <w:tabs>
          <w:tab w:val="clear" w:pos="5076"/>
          <w:tab w:val="num" w:pos="1701"/>
        </w:tabs>
        <w:ind w:left="1701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5F8A1546" w:rsidR="00161BD6" w:rsidRDefault="000C6ECB" w:rsidP="000C6ECB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</w:t>
      </w:r>
      <w:r w:rsidR="00421120" w:rsidRPr="00421120">
        <w:t>.</w:t>
      </w:r>
    </w:p>
    <w:p w14:paraId="49FE437D" w14:textId="4BCEF7B0" w:rsidR="00107E6D" w:rsidRPr="002F3B4D" w:rsidRDefault="002D3EF9" w:rsidP="009A2A71">
      <w:pPr>
        <w:pStyle w:val="Text2-1"/>
      </w:pPr>
      <w:r w:rsidRPr="002F3B4D">
        <w:t xml:space="preserve">Zhotovitel zajistí personál pro stálou ostrahu obvodu Staveniště za účelem ochrany kabelových vedení a dalšího majetku/materiálu. Počet strážných míst si sám </w:t>
      </w:r>
      <w:proofErr w:type="gramStart"/>
      <w:r w:rsidRPr="002F3B4D">
        <w:t>určí</w:t>
      </w:r>
      <w:proofErr w:type="gramEnd"/>
      <w:r w:rsidRPr="002F3B4D">
        <w:t xml:space="preserve"> s cílem maximální efektivity daného opatření – střežení proti vandalismu, poškození a zcizení jakýkoli částí SO/PS, po dobu provádění Díla. Náklady na ochranu a ostrahu Staveniště jsou součástí smluvní ceny. Ostraha bude kombinovaná fyzickou přítomností bezpečnostní služby a preventivními elektronickými systémy.</w:t>
      </w:r>
    </w:p>
    <w:p w14:paraId="16426AE8" w14:textId="00B36A0F" w:rsidR="00DF7BAA" w:rsidRDefault="00DF7BAA" w:rsidP="00DF7BAA">
      <w:pPr>
        <w:pStyle w:val="Nadpis2-2"/>
      </w:pPr>
      <w:bookmarkStart w:id="39" w:name="_Toc152587974"/>
      <w:r>
        <w:t xml:space="preserve">Zeměměřická </w:t>
      </w:r>
      <w:r w:rsidRPr="0080577B">
        <w:t>činnost</w:t>
      </w:r>
      <w:r>
        <w:t xml:space="preserve"> zhotovitele</w:t>
      </w:r>
      <w:bookmarkEnd w:id="39"/>
      <w:r w:rsidR="001F25FE">
        <w:t xml:space="preserve"> </w:t>
      </w:r>
    </w:p>
    <w:p w14:paraId="0D0C0FDD" w14:textId="5DA50FD9" w:rsidR="00DC55C8" w:rsidRDefault="00DC55C8" w:rsidP="00605834">
      <w:pPr>
        <w:pStyle w:val="Text2-1"/>
      </w:pPr>
      <w:r w:rsidRPr="00DC55C8">
        <w:t>Zhotovitel zažádá jmenovaného ÚOZI (úředně oprávněný zeměměřičský inženýr) Objednatele</w:t>
      </w:r>
      <w:r w:rsidR="00605834"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05DEE12" w14:textId="68882737" w:rsidR="00D53BF5" w:rsidRPr="00BB770C" w:rsidRDefault="00D53BF5" w:rsidP="00D53BF5">
      <w:pPr>
        <w:pStyle w:val="Text2-1"/>
        <w:numPr>
          <w:ilvl w:val="0"/>
          <w:numId w:val="0"/>
        </w:numPr>
        <w:ind w:left="737"/>
        <w:rPr>
          <w:b/>
        </w:rPr>
      </w:pPr>
      <w:r w:rsidRPr="00BB770C">
        <w:rPr>
          <w:b/>
        </w:rPr>
        <w:t>Pro oblast Ostrava:</w:t>
      </w:r>
    </w:p>
    <w:p w14:paraId="69140DF9" w14:textId="511FE7E0" w:rsidR="00D53BF5" w:rsidRPr="00605834" w:rsidRDefault="00D53BF5" w:rsidP="00D53BF5">
      <w:pPr>
        <w:pStyle w:val="Bezmezer"/>
        <w:ind w:left="737"/>
        <w:rPr>
          <w:sz w:val="18"/>
          <w:szCs w:val="18"/>
        </w:rPr>
      </w:pPr>
      <w:r w:rsidRPr="00605834">
        <w:rPr>
          <w:sz w:val="18"/>
          <w:szCs w:val="18"/>
        </w:rPr>
        <w:t xml:space="preserve">Úředně oprávněný zeměměřičský inženýr ÚOZI: Ing. </w:t>
      </w:r>
      <w:r>
        <w:rPr>
          <w:sz w:val="18"/>
          <w:szCs w:val="18"/>
        </w:rPr>
        <w:t xml:space="preserve">Martin </w:t>
      </w:r>
      <w:proofErr w:type="spellStart"/>
      <w:r>
        <w:rPr>
          <w:sz w:val="18"/>
          <w:szCs w:val="18"/>
        </w:rPr>
        <w:t>Votoupal</w:t>
      </w:r>
      <w:proofErr w:type="spellEnd"/>
    </w:p>
    <w:p w14:paraId="4168F401" w14:textId="77777777" w:rsidR="00D53BF5" w:rsidRPr="00605834" w:rsidRDefault="00D53BF5" w:rsidP="00D53BF5">
      <w:pPr>
        <w:pStyle w:val="Bezmezer"/>
        <w:ind w:left="737"/>
        <w:rPr>
          <w:sz w:val="18"/>
          <w:szCs w:val="18"/>
        </w:rPr>
      </w:pPr>
      <w:r w:rsidRPr="00605834">
        <w:rPr>
          <w:sz w:val="18"/>
          <w:szCs w:val="18"/>
        </w:rPr>
        <w:t>Adresa: Nerudova 773/1, 77900 Olomouc</w:t>
      </w:r>
    </w:p>
    <w:p w14:paraId="7265AF70" w14:textId="4B5E3278" w:rsidR="00D53BF5" w:rsidRDefault="00D53BF5" w:rsidP="00D53BF5">
      <w:pPr>
        <w:pStyle w:val="Bezmezer"/>
        <w:ind w:left="737"/>
        <w:rPr>
          <w:sz w:val="18"/>
          <w:szCs w:val="18"/>
        </w:rPr>
      </w:pPr>
      <w:r w:rsidRPr="00605834">
        <w:rPr>
          <w:sz w:val="18"/>
          <w:szCs w:val="18"/>
        </w:rPr>
        <w:t xml:space="preserve">E-mail: </w:t>
      </w:r>
      <w:hyperlink r:id="rId11" w:history="1">
        <w:r w:rsidRPr="00A0537C">
          <w:rPr>
            <w:rStyle w:val="Hypertextovodkaz"/>
            <w:noProof w:val="0"/>
            <w:sz w:val="18"/>
            <w:szCs w:val="18"/>
          </w:rPr>
          <w:t>votoupal@spravazeleznic.cz</w:t>
        </w:r>
      </w:hyperlink>
    </w:p>
    <w:p w14:paraId="42085D2A" w14:textId="6FA6052C" w:rsidR="00D53BF5" w:rsidRDefault="00D53BF5" w:rsidP="00D53BF5">
      <w:pPr>
        <w:pStyle w:val="Bezmezer"/>
        <w:ind w:left="737"/>
        <w:rPr>
          <w:sz w:val="18"/>
          <w:szCs w:val="18"/>
        </w:rPr>
      </w:pPr>
      <w:r w:rsidRPr="00605834">
        <w:rPr>
          <w:sz w:val="18"/>
          <w:szCs w:val="18"/>
        </w:rPr>
        <w:t>Telefon: +420</w:t>
      </w:r>
      <w:r>
        <w:rPr>
          <w:sz w:val="18"/>
          <w:szCs w:val="18"/>
        </w:rPr>
        <w:t> 727 877 362</w:t>
      </w:r>
      <w:r w:rsidRPr="00605834">
        <w:rPr>
          <w:sz w:val="18"/>
          <w:szCs w:val="18"/>
        </w:rPr>
        <w:t xml:space="preserve"> </w:t>
      </w:r>
    </w:p>
    <w:p w14:paraId="4F214F43" w14:textId="77777777" w:rsidR="00D53BF5" w:rsidRDefault="00D53BF5" w:rsidP="00D53BF5">
      <w:pPr>
        <w:pStyle w:val="Bezmezer"/>
        <w:ind w:left="737"/>
        <w:rPr>
          <w:sz w:val="18"/>
          <w:szCs w:val="18"/>
        </w:rPr>
      </w:pPr>
    </w:p>
    <w:p w14:paraId="52CE1DE0" w14:textId="2163247A" w:rsidR="00D53BF5" w:rsidRPr="00BB770C" w:rsidRDefault="00D53BF5" w:rsidP="00D53BF5">
      <w:pPr>
        <w:pStyle w:val="Text2-1"/>
        <w:numPr>
          <w:ilvl w:val="0"/>
          <w:numId w:val="0"/>
        </w:numPr>
        <w:ind w:left="737"/>
        <w:rPr>
          <w:b/>
        </w:rPr>
      </w:pPr>
      <w:r w:rsidRPr="00BB770C">
        <w:rPr>
          <w:b/>
        </w:rPr>
        <w:t>Pro oblast Olomouc:</w:t>
      </w:r>
    </w:p>
    <w:p w14:paraId="6F7D80BF" w14:textId="77777777" w:rsidR="00605834" w:rsidRPr="00605834" w:rsidRDefault="00605834" w:rsidP="00605834">
      <w:pPr>
        <w:pStyle w:val="Bezmezer"/>
        <w:ind w:left="737"/>
        <w:rPr>
          <w:sz w:val="18"/>
          <w:szCs w:val="18"/>
        </w:rPr>
      </w:pPr>
      <w:r w:rsidRPr="00605834">
        <w:rPr>
          <w:sz w:val="18"/>
          <w:szCs w:val="18"/>
        </w:rPr>
        <w:t>Úředně oprávněný zeměměřičský inženýr ÚOZI: Ing. Jiří Jalůvka</w:t>
      </w:r>
    </w:p>
    <w:p w14:paraId="3CC12536" w14:textId="77777777" w:rsidR="00605834" w:rsidRPr="00605834" w:rsidRDefault="00605834" w:rsidP="00605834">
      <w:pPr>
        <w:pStyle w:val="Bezmezer"/>
        <w:ind w:left="737"/>
        <w:rPr>
          <w:sz w:val="18"/>
          <w:szCs w:val="18"/>
        </w:rPr>
      </w:pPr>
      <w:r w:rsidRPr="00605834">
        <w:rPr>
          <w:sz w:val="18"/>
          <w:szCs w:val="18"/>
        </w:rPr>
        <w:t>Adresa: Nerudova 773/1, 77900 Olomouc</w:t>
      </w:r>
    </w:p>
    <w:p w14:paraId="58BD4BFA" w14:textId="77777777" w:rsidR="00605834" w:rsidRPr="00605834" w:rsidRDefault="00605834" w:rsidP="00605834">
      <w:pPr>
        <w:pStyle w:val="Bezmezer"/>
        <w:ind w:left="737"/>
        <w:rPr>
          <w:sz w:val="18"/>
          <w:szCs w:val="18"/>
        </w:rPr>
      </w:pPr>
      <w:r w:rsidRPr="00605834">
        <w:rPr>
          <w:sz w:val="18"/>
          <w:szCs w:val="18"/>
        </w:rPr>
        <w:t xml:space="preserve">E-mail: </w:t>
      </w:r>
      <w:hyperlink r:id="rId12" w:history="1">
        <w:r w:rsidRPr="00605834">
          <w:rPr>
            <w:rStyle w:val="Hypertextovodkaz"/>
            <w:noProof w:val="0"/>
            <w:sz w:val="18"/>
            <w:szCs w:val="18"/>
          </w:rPr>
          <w:t>jaluvka@spravazeleznic.cz</w:t>
        </w:r>
      </w:hyperlink>
    </w:p>
    <w:p w14:paraId="71189AF9" w14:textId="77777777" w:rsidR="00605834" w:rsidRDefault="00605834" w:rsidP="00605834">
      <w:pPr>
        <w:pStyle w:val="Bezmezer"/>
        <w:ind w:left="737"/>
        <w:rPr>
          <w:sz w:val="18"/>
          <w:szCs w:val="18"/>
        </w:rPr>
      </w:pPr>
      <w:r w:rsidRPr="00605834">
        <w:rPr>
          <w:sz w:val="18"/>
          <w:szCs w:val="18"/>
        </w:rPr>
        <w:t>Telefon: +420 724 263</w:t>
      </w:r>
      <w:r>
        <w:rPr>
          <w:sz w:val="18"/>
          <w:szCs w:val="18"/>
        </w:rPr>
        <w:t> </w:t>
      </w:r>
      <w:r w:rsidRPr="00605834">
        <w:rPr>
          <w:sz w:val="18"/>
          <w:szCs w:val="18"/>
        </w:rPr>
        <w:t xml:space="preserve">476 </w:t>
      </w:r>
    </w:p>
    <w:p w14:paraId="46DA9F2B" w14:textId="77777777" w:rsidR="00605834" w:rsidRDefault="00605834" w:rsidP="00605834">
      <w:pPr>
        <w:pStyle w:val="Text2-1"/>
        <w:numPr>
          <w:ilvl w:val="0"/>
          <w:numId w:val="0"/>
        </w:numPr>
        <w:ind w:left="737"/>
      </w:pPr>
    </w:p>
    <w:p w14:paraId="4F09C53C" w14:textId="2D9E2319" w:rsidR="00DF7BAA" w:rsidRPr="00DB1800" w:rsidRDefault="00DF7BAA" w:rsidP="00DF7BAA">
      <w:pPr>
        <w:pStyle w:val="Nadpis2-2"/>
      </w:pPr>
      <w:bookmarkStart w:id="40" w:name="_Toc6410438"/>
      <w:bookmarkStart w:id="41" w:name="_Toc152587975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0"/>
      <w:bookmarkEnd w:id="41"/>
    </w:p>
    <w:p w14:paraId="44E06185" w14:textId="1443E557" w:rsidR="00D12C76" w:rsidRDefault="000C6ECB" w:rsidP="00562909">
      <w:pPr>
        <w:pStyle w:val="Text2-1"/>
      </w:pPr>
      <w:r w:rsidRPr="00837668">
        <w:t xml:space="preserve">Pokud již Zhotovitel nepředložil dále uvedené doklady pře uzavřením Smlouvy, předloží před zahájením prací na objektech, jejichž součástí jsou „Určená technická zařízení“ ve smyslu vyhlášky MD č. 100/1995 Sb., kterou se stanoví podmínky pro provoz, konstrukci a výrobu určených technických zařízení a jejich konkretizace (Řád určených technických zařízení), v platném znění, včetně prováděcích předpisů k této vyhlášce </w:t>
      </w:r>
      <w:r w:rsidRPr="00837668">
        <w:lastRenderedPageBreak/>
        <w:t>v platném znění, doklad o tom, že má pověření nebo má zajištěnou spolupráci s právnickou osobou, která má pověření podle ustanovení § 47 odst. 4 zákona č. 266/1994 Sb. o drahách v platném znění pro všechny druhy „Určených technických zařízení“, dotčených stavebními pracemi. Z tohoto dokladu musí být zřejmé, že se vztahuje k plnění předmětné zakázky a bez jeho předložení těchto dokladů nebude možné zahájit práce na výše uvedených objektech</w:t>
      </w:r>
      <w:r w:rsidR="00D12C76" w:rsidRPr="00DB1800">
        <w:t>.</w:t>
      </w:r>
    </w:p>
    <w:p w14:paraId="6F8C1AA1" w14:textId="311238FC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 xml:space="preserve">zejména ve vztahu k odborné způsobilosti dodavatele, případně jiných osob, které budou pro Zhotovitele příslušnou činnost vykonávat a jsou požadovány pro </w:t>
      </w:r>
      <w:r w:rsidR="001F25FE">
        <w:t>stavební práce</w:t>
      </w:r>
      <w:r>
        <w:t>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694A12" w:rsidRDefault="00DF7BAA" w:rsidP="00DF7BAA">
      <w:pPr>
        <w:pStyle w:val="Nadpis2-2"/>
      </w:pPr>
      <w:bookmarkStart w:id="42" w:name="_Toc6410439"/>
      <w:bookmarkStart w:id="43" w:name="_Toc152587976"/>
      <w:r w:rsidRPr="00694A12">
        <w:t>Dokumentace zhotovitele pro stavbu</w:t>
      </w:r>
      <w:bookmarkEnd w:id="42"/>
      <w:bookmarkEnd w:id="43"/>
    </w:p>
    <w:p w14:paraId="1BC9E5B1" w14:textId="0E04EB97" w:rsidR="00694A12" w:rsidRDefault="00694A12" w:rsidP="00F21EDB">
      <w:pPr>
        <w:pStyle w:val="Text2-1"/>
      </w:pPr>
      <w:r>
        <w:t xml:space="preserve">Bude-li </w:t>
      </w:r>
      <w:r w:rsidRPr="000A06AE">
        <w:t xml:space="preserve">povaha zadaných stavebních prací vyžadovat požadavek na vyhotovení </w:t>
      </w:r>
      <w:r w:rsidRPr="00953A4A">
        <w:t>Realizační dokumentace stavby</w:t>
      </w:r>
      <w:r w:rsidRPr="000A06AE">
        <w:t>, bude požadavek řešen před uzavřením objednávky při zadávání dílčích veřejných zakázek zadávaných v souladu s rámcovou dohodou.</w:t>
      </w:r>
    </w:p>
    <w:p w14:paraId="68B2109F" w14:textId="18AA662C" w:rsidR="00953A4A" w:rsidRPr="00953A4A" w:rsidRDefault="00694A12" w:rsidP="00F21EDB">
      <w:pPr>
        <w:pStyle w:val="Text2-1"/>
      </w:pPr>
      <w:r>
        <w:t xml:space="preserve">Dále uvedená ustanovení v odst. 4.4.3 – 4.4.6 těchto ZTP budou využita v rámci vlastní realizace dílčích veřejných zakázek za předpokladu, že jejich uplatnění bude souviset se zadaným předmětem plnění, bez jejichž naplnění nebude možno Dílo </w:t>
      </w:r>
      <w:r w:rsidR="00FB134A">
        <w:t>realizovat a převzít</w:t>
      </w:r>
      <w:r>
        <w:t xml:space="preserve">, nebo pokud jejich uplatnění bude </w:t>
      </w:r>
      <w:r w:rsidRPr="000A06AE">
        <w:t>Objednatel požadovat v rámci zadání Objednávky</w:t>
      </w:r>
      <w:r w:rsidR="00953A4A" w:rsidRPr="00953A4A">
        <w:t>.</w:t>
      </w:r>
    </w:p>
    <w:p w14:paraId="70DDCB75" w14:textId="095F0AFE" w:rsidR="00DF7BAA" w:rsidRPr="00694A12" w:rsidRDefault="00740821" w:rsidP="00694A12">
      <w:pPr>
        <w:pStyle w:val="Text2-1"/>
      </w:pPr>
      <w:r w:rsidRPr="00694A12">
        <w:t>Součástí předmětu díla je i vyhotovení Realizační dokumentace stavby (výrobní, montážní, dílenské, dokumentace dodavatele mostních objektů), která v případě potřeby rozpracovává podrobně zadávací dokumentaci (PDPS) dle přílohy č.</w:t>
      </w:r>
      <w:r w:rsidR="00EE6FF4" w:rsidRPr="00694A12">
        <w:t> </w:t>
      </w:r>
      <w:r w:rsidRPr="00694A12">
        <w:t>4</w:t>
      </w:r>
      <w:r w:rsidR="00EE6FF4" w:rsidRPr="00694A12">
        <w:t xml:space="preserve"> </w:t>
      </w:r>
      <w:r w:rsidRPr="00694A12">
        <w:t>vyhlášky č.</w:t>
      </w:r>
      <w:r w:rsidR="00EE6FF4" w:rsidRPr="00694A12">
        <w:t> </w:t>
      </w:r>
      <w:r w:rsidRPr="00694A12">
        <w:t>46/2008 Sb. o rozsahu a obsahu projektové dokumentace dopravních staveb, v platném znění, příslušných TKP Staveb státních drah a směrnice SŽ SM011 Dokumentace staveb Správy železnic, státní organizace (dále jen „ SŽ SM011)</w:t>
      </w:r>
      <w:r w:rsidR="00694A12">
        <w:t>.</w:t>
      </w:r>
      <w:r w:rsidRPr="00694A12">
        <w:t xml:space="preserve"> </w:t>
      </w:r>
    </w:p>
    <w:p w14:paraId="07D32A6A" w14:textId="77777777" w:rsidR="00740821" w:rsidRPr="00694A12" w:rsidRDefault="00740821" w:rsidP="00F21EDB">
      <w:pPr>
        <w:pStyle w:val="Text2-1"/>
      </w:pPr>
      <w:r w:rsidRPr="00694A12">
        <w:t>Zhotovitel RDS dodá schválenou výkresovou dokumentaci pro provizorní zabezpečovací zařízení, řešící pouze cílový stav a rozhodující stavební postupy, odsouhlasené v připomínkovém řízení.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453AB13" w14:textId="4ED66FD2" w:rsidR="000C6ECB" w:rsidRPr="000C6ECB" w:rsidRDefault="000C6ECB" w:rsidP="000C6ECB">
      <w:pPr>
        <w:pStyle w:val="Text2-1"/>
      </w:pPr>
      <w:r w:rsidRPr="00837668">
        <w:t>Požadavky na zpracování technologických předpisů (</w:t>
      </w:r>
      <w:proofErr w:type="spellStart"/>
      <w:r w:rsidRPr="00837668">
        <w:t>TePř</w:t>
      </w:r>
      <w:proofErr w:type="spellEnd"/>
      <w:r w:rsidRPr="00837668">
        <w:t xml:space="preserve">) provádění prací včetně kontrolního a zkušebního plánu v jednotlivých etapách stavby (především v plánované výluce) jednotlivých SO a PS v přiměřeném rozsahu nutném pro realizaci stavby budou řešeny se Zhotovitelem před uzavřením Objednávky při zadávání dílčích veřejných </w:t>
      </w:r>
      <w:r w:rsidRPr="000C6ECB">
        <w:t>zakázek s ohledem na požadovaný rozsah stavebních prací.</w:t>
      </w:r>
    </w:p>
    <w:p w14:paraId="0FBA54B6" w14:textId="77777777" w:rsidR="000C6ECB" w:rsidRPr="000C6ECB" w:rsidRDefault="000C6ECB" w:rsidP="000C6ECB">
      <w:pPr>
        <w:pStyle w:val="Text2-1"/>
      </w:pPr>
      <w:r w:rsidRPr="000C6ECB">
        <w:t>Součástí předmětu díla je i vedení stavebních deníků v souladu s kapitolou 1.10.9 TKP. Zhotovitel vede stavební deník v listinné podobě a to typizovanou formu stavebního deníku, která je schválena dokumentem čj. SŽDC 9112/12-OP.</w:t>
      </w:r>
    </w:p>
    <w:p w14:paraId="5D40B9F6" w14:textId="31448A62" w:rsidR="000C6ECB" w:rsidRPr="000C6ECB" w:rsidRDefault="000C6ECB" w:rsidP="000C6ECB">
      <w:pPr>
        <w:pStyle w:val="Text2-1"/>
      </w:pPr>
      <w:r w:rsidRPr="000C6ECB">
        <w:t>Stavební deníky budou vedeny samostatně pro jedno provozní středisko. U rámcových dohod, je možné Zápis o předání staveniště zhotoviteli před zahájením prací a Zápis o odevzdání a převzetí díla / části díla nahradit zápisem do stavebního deníku, přiměřeně podle osnovy vzorových zápisů tak, aby byl zápis o odevzdání a převzetí díla/části díla dostatečným podkladem pro případnou reklamaci provedeného díla.</w:t>
      </w:r>
    </w:p>
    <w:p w14:paraId="19F38ADB" w14:textId="77777777" w:rsidR="00B53E41" w:rsidRPr="006411F1" w:rsidRDefault="00DF7BAA" w:rsidP="0060019A">
      <w:pPr>
        <w:pStyle w:val="Nadpis2-2"/>
      </w:pPr>
      <w:bookmarkStart w:id="44" w:name="_Toc6410440"/>
      <w:bookmarkStart w:id="45" w:name="_Toc152587977"/>
      <w:r w:rsidRPr="006411F1">
        <w:t>Dokumentace skutečného provedení stavby</w:t>
      </w:r>
      <w:bookmarkEnd w:id="44"/>
      <w:bookmarkEnd w:id="45"/>
    </w:p>
    <w:p w14:paraId="09AE9382" w14:textId="4316AE22" w:rsidR="006411F1" w:rsidRPr="000A06AE" w:rsidRDefault="001F25FE" w:rsidP="006411F1">
      <w:pPr>
        <w:pStyle w:val="Text2-1"/>
        <w:rPr>
          <w:color w:val="00A1E0"/>
        </w:rPr>
      </w:pPr>
      <w:r>
        <w:t xml:space="preserve">Bude-li </w:t>
      </w:r>
      <w:r w:rsidRPr="000A06AE">
        <w:t>povaha zadaných stavebních prací vyžadovat požadav</w:t>
      </w:r>
      <w:r w:rsidR="00D77F10" w:rsidRPr="000A06AE">
        <w:t>e</w:t>
      </w:r>
      <w:r w:rsidRPr="000A06AE">
        <w:t xml:space="preserve">k </w:t>
      </w:r>
      <w:r w:rsidR="00D77F10" w:rsidRPr="000A06AE">
        <w:t xml:space="preserve">na vyhotovení </w:t>
      </w:r>
      <w:r w:rsidR="006411F1" w:rsidRPr="000A06AE">
        <w:t>D</w:t>
      </w:r>
      <w:r w:rsidR="000E11D6" w:rsidRPr="000A06AE">
        <w:t>SPS</w:t>
      </w:r>
      <w:r w:rsidR="00D77F10" w:rsidRPr="000A06AE">
        <w:t>, bude poža</w:t>
      </w:r>
      <w:r w:rsidR="000A06AE" w:rsidRPr="000A06AE">
        <w:t>da</w:t>
      </w:r>
      <w:r w:rsidR="00D77F10" w:rsidRPr="000A06AE">
        <w:t xml:space="preserve">vek řešen před uzavřením objednávky při zadávání dílčích veřejných zakázek </w:t>
      </w:r>
      <w:r w:rsidR="000A06AE" w:rsidRPr="000A06AE">
        <w:t>zadávaných v souladu s rámcovou dohodou</w:t>
      </w:r>
      <w:r w:rsidR="006411F1" w:rsidRPr="000A06AE">
        <w:t xml:space="preserve">. </w:t>
      </w:r>
    </w:p>
    <w:p w14:paraId="75D4363E" w14:textId="2F6F83FD" w:rsidR="006411F1" w:rsidRPr="006411F1" w:rsidRDefault="006411F1" w:rsidP="006411F1">
      <w:pPr>
        <w:pStyle w:val="Text2-1"/>
        <w:rPr>
          <w:color w:val="00A1E0"/>
        </w:rPr>
      </w:pPr>
      <w:r w:rsidRPr="000A06AE">
        <w:t xml:space="preserve">Objednatel požaduje standardní vyhotovení </w:t>
      </w:r>
      <w:r w:rsidR="000E11D6" w:rsidRPr="000A06AE">
        <w:t>DSPS</w:t>
      </w:r>
      <w:r w:rsidRPr="000A06AE">
        <w:t xml:space="preserve"> dle TKP.</w:t>
      </w:r>
      <w:r w:rsidR="000A06AE" w:rsidRPr="000A06AE">
        <w:t xml:space="preserve"> V případě, že povaha dokončených stavebních prací vyžaduje ve dle standardního provedení DSP i doložení dalších dokumentů, bude jejich výčet řešen před uzavřením objednávky při zadávání dílčích veřejných zakázek zadávaných</w:t>
      </w:r>
      <w:r w:rsidR="000A06AE">
        <w:t xml:space="preserve"> v souladu s rámcovou dohodou.</w:t>
      </w:r>
    </w:p>
    <w:p w14:paraId="487AC9E1" w14:textId="5FDB1CA6" w:rsidR="000A06AE" w:rsidRPr="000A06AE" w:rsidRDefault="009A2A71" w:rsidP="000A06AE">
      <w:pPr>
        <w:pStyle w:val="Text2-1"/>
        <w:rPr>
          <w:color w:val="00A1E0"/>
        </w:rPr>
      </w:pPr>
      <w:r>
        <w:lastRenderedPageBreak/>
        <w:t>Neobsazeno.</w:t>
      </w:r>
      <w:r w:rsidR="000A06AE" w:rsidRPr="000A06AE">
        <w:t xml:space="preserve">  </w:t>
      </w:r>
    </w:p>
    <w:p w14:paraId="63B3DF2E" w14:textId="39F4789C" w:rsidR="00F310FA" w:rsidRPr="000A06AE" w:rsidRDefault="009A2A71" w:rsidP="009A2A71">
      <w:pPr>
        <w:pStyle w:val="Text2-1"/>
        <w:tabs>
          <w:tab w:val="num" w:pos="5076"/>
        </w:tabs>
      </w:pPr>
      <w:bookmarkStart w:id="46" w:name="_Ref62136016"/>
      <w:bookmarkStart w:id="47" w:name="_Ref62143456"/>
      <w:r>
        <w:t>Neobsazeno</w:t>
      </w:r>
      <w:bookmarkEnd w:id="46"/>
      <w:bookmarkEnd w:id="47"/>
      <w:r>
        <w:t>.</w:t>
      </w:r>
    </w:p>
    <w:p w14:paraId="00B8E2C3" w14:textId="7BC9FAE9" w:rsidR="00470F14" w:rsidRPr="000A06AE" w:rsidRDefault="00606137" w:rsidP="000E11D6">
      <w:pPr>
        <w:pStyle w:val="Text2-1"/>
        <w:rPr>
          <w:rFonts w:eastAsia="Verdana" w:cs="Times New Roman"/>
        </w:rPr>
      </w:pPr>
      <w:r w:rsidRPr="000A06AE">
        <w:t xml:space="preserve">Předání DSPS dle oddílu 1.11.5 Kapitoly 1 TKP </w:t>
      </w:r>
      <w:r w:rsidR="00525C0C" w:rsidRPr="000A06AE">
        <w:t>a dle</w:t>
      </w:r>
      <w:r w:rsidRPr="000A06AE">
        <w:t xml:space="preserve"> čl. 4.1.2.23 - 4.1.2.28 těchto ZTP proběhne na médiu: </w:t>
      </w:r>
      <w:r w:rsidRPr="009A2A71">
        <w:rPr>
          <w:b/>
          <w:bCs/>
        </w:rPr>
        <w:t xml:space="preserve">USB </w:t>
      </w:r>
      <w:proofErr w:type="spellStart"/>
      <w:r w:rsidRPr="009A2A71">
        <w:rPr>
          <w:b/>
          <w:bCs/>
        </w:rPr>
        <w:t>flash</w:t>
      </w:r>
      <w:proofErr w:type="spellEnd"/>
      <w:r w:rsidRPr="009A2A71">
        <w:rPr>
          <w:b/>
          <w:bCs/>
        </w:rPr>
        <w:t xml:space="preserve"> disk</w:t>
      </w:r>
      <w:r w:rsidR="009A2A71">
        <w:t>.</w:t>
      </w:r>
      <w:r w:rsidR="00470F14" w:rsidRPr="00694A12">
        <w:rPr>
          <w:rFonts w:eastAsia="Verdana" w:cs="Times New Roman"/>
        </w:rPr>
        <w:t xml:space="preserve"> </w:t>
      </w:r>
    </w:p>
    <w:p w14:paraId="3B67C881" w14:textId="2544F3E1" w:rsidR="00DF7BAA" w:rsidRDefault="00DF7BAA" w:rsidP="00DF7BAA">
      <w:pPr>
        <w:pStyle w:val="Nadpis2-2"/>
      </w:pPr>
      <w:bookmarkStart w:id="48" w:name="_Toc152587978"/>
      <w:bookmarkStart w:id="49" w:name="_Toc6410458"/>
      <w:r>
        <w:t>Životní prostředí</w:t>
      </w:r>
      <w:bookmarkEnd w:id="48"/>
      <w:r>
        <w:t xml:space="preserve"> </w:t>
      </w:r>
      <w:bookmarkEnd w:id="49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097911D2" w14:textId="5F42F370" w:rsidR="000C6ECB" w:rsidRDefault="000C6ECB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CD0B11">
        <w:rPr>
          <w:rStyle w:val="Tun"/>
          <w:b w:val="0"/>
        </w:rPr>
        <w:t xml:space="preserve">Odpad z provedeného </w:t>
      </w:r>
      <w:r w:rsidRPr="00837668">
        <w:rPr>
          <w:rStyle w:val="Tun"/>
          <w:b w:val="0"/>
        </w:rPr>
        <w:t>D</w:t>
      </w:r>
      <w:r w:rsidRPr="00CD0B11">
        <w:rPr>
          <w:rStyle w:val="Tun"/>
          <w:b w:val="0"/>
        </w:rPr>
        <w:t>íla</w:t>
      </w:r>
      <w:r w:rsidRPr="00837668">
        <w:rPr>
          <w:rStyle w:val="Tun"/>
          <w:b w:val="0"/>
        </w:rPr>
        <w:t xml:space="preserve"> a vzniklý při jeho provádění</w:t>
      </w:r>
      <w:r w:rsidRPr="00CD0B11">
        <w:rPr>
          <w:rStyle w:val="Tun"/>
          <w:b w:val="0"/>
        </w:rPr>
        <w:t xml:space="preserve"> bude zlikvidován v souladu se směrnicí SŽ SM096 - Směrnice pro nakládání s</w:t>
      </w:r>
      <w:r>
        <w:rPr>
          <w:rStyle w:val="Tun"/>
          <w:b w:val="0"/>
        </w:rPr>
        <w:t> </w:t>
      </w:r>
      <w:r w:rsidRPr="00CD0B11">
        <w:rPr>
          <w:rStyle w:val="Tun"/>
          <w:b w:val="0"/>
        </w:rPr>
        <w:t>odpady</w:t>
      </w:r>
      <w:r>
        <w:rPr>
          <w:rStyle w:val="Tun"/>
          <w:b w:val="0"/>
        </w:rPr>
        <w:t>.</w:t>
      </w:r>
      <w:r w:rsidRPr="00C266C6">
        <w:rPr>
          <w:rStyle w:val="Tun"/>
          <w:b w:val="0"/>
        </w:rPr>
        <w:t xml:space="preserve"> </w:t>
      </w:r>
    </w:p>
    <w:p w14:paraId="7267239A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0C6ECB">
        <w:rPr>
          <w:rStyle w:val="Tun"/>
          <w:b w:val="0"/>
        </w:rPr>
        <w:t xml:space="preserve">Vzhledem k výskytu azbestu v rámci demolovaných staveb je Zhotovitel povinen </w:t>
      </w:r>
      <w:r w:rsidRPr="000C6ECB">
        <w:rPr>
          <w:rStyle w:val="Tun"/>
        </w:rPr>
        <w:t>práce spojené s expozicí azbestu ohlásit příslušnému orgánu ochrany veřejného zdraví</w:t>
      </w:r>
      <w:r w:rsidRPr="000C6ECB">
        <w:rPr>
          <w:rStyle w:val="Tun"/>
          <w:b w:val="0"/>
        </w:rPr>
        <w:t xml:space="preserve"> takové práce, při nichž jsou nebo mohou být zaměstnanci exponováni azbestem. Hlášení je Zhotovitel povinen učinit nejméně 30 dnů před zahájením práce a dále vždy, když dojde ke změně pracovních podmínek, které pravděpodobně mohou mít za následek zvýšení expozice azbestového prachu nebo prachu z materiálů, které azbest obsahují. O těchto skutečnostech bude Zhotovitel informovat TDS a specialistu ŽP Objednatele v náležitém předstihu.</w:t>
      </w:r>
    </w:p>
    <w:p w14:paraId="79CDB2CB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0C6ECB">
        <w:rPr>
          <w:rStyle w:val="Tun"/>
          <w:b w:val="0"/>
        </w:rPr>
        <w:t>Objednatel si vede „Registr objektů s potencionálním výskytem azbestu“, kdy tento registr je průběžně aktualizován a na jednotlivé objekty objednatele jsou zpracovávány „Inspekční zprávy zjištění přítomnosti azbestu“. V případě, že uvedená inspekční zpráva nebyla předána Zhotoviteli jako podkladový materiál, je možné si ověřit, zda již byla inspekční zpráva pro daný objekt zpracována u Objednatele, konkrétně na Odboru provozuschopnosti, oddělení ŽP – Ing. Petr Pokorný, E: PokornyP@spravazeleznic.cz</w:t>
      </w:r>
    </w:p>
    <w:p w14:paraId="63510CA8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0C6ECB">
        <w:rPr>
          <w:rStyle w:val="Tun"/>
        </w:rPr>
        <w:t xml:space="preserve">Nad rámec Projektové dokumentace bude Zhotovitel stavební a demoliční odpad </w:t>
      </w:r>
      <w:r w:rsidRPr="000C6ECB">
        <w:rPr>
          <w:rStyle w:val="Tun"/>
          <w:b w:val="0"/>
        </w:rPr>
        <w:t>(skupina katalogu odpadů č. 17)</w:t>
      </w:r>
      <w:r w:rsidRPr="000C6ECB">
        <w:rPr>
          <w:rStyle w:val="Tun"/>
        </w:rPr>
        <w:t xml:space="preserve"> v co největší možné míře recyklovat.</w:t>
      </w:r>
      <w:r w:rsidRPr="000C6ECB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0C6ECB">
        <w:rPr>
          <w:rStyle w:val="Tun"/>
        </w:rPr>
        <w:t>Zhotovitel bude se stavebním a demoličním odpadem</w:t>
      </w:r>
      <w:r w:rsidRPr="000C6ECB">
        <w:rPr>
          <w:rStyle w:val="Tun"/>
          <w:b w:val="0"/>
        </w:rPr>
        <w:t xml:space="preserve"> </w:t>
      </w:r>
      <w:r w:rsidRPr="000C6ECB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0C6ECB">
        <w:rPr>
          <w:rStyle w:val="Tun"/>
          <w:b w:val="0"/>
        </w:rPr>
        <w:t xml:space="preserve"> </w:t>
      </w:r>
      <w:r w:rsidRPr="000C6ECB">
        <w:rPr>
          <w:rStyle w:val="Tun"/>
        </w:rPr>
        <w:t>nakládat jako s odpadem vhodným k dalšímu zpracování, resp. k recyklaci.</w:t>
      </w:r>
      <w:r w:rsidRPr="000C6ECB">
        <w:t xml:space="preserve"> Tento </w:t>
      </w:r>
      <w:r w:rsidRPr="000C6ECB">
        <w:rPr>
          <w:rStyle w:val="Tun"/>
          <w:b w:val="0"/>
        </w:rPr>
        <w:t xml:space="preserve">stavební a demoliční odpad, považovaný za vhodný k recyklaci </w:t>
      </w:r>
      <w:r w:rsidRPr="000C6ECB">
        <w:rPr>
          <w:rStyle w:val="Tun"/>
        </w:rPr>
        <w:t>nebude odvážen na skládky odpadu</w:t>
      </w:r>
      <w:r w:rsidRPr="000C6ECB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3" w:history="1">
        <w:r w:rsidRPr="000C6ECB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0C6ECB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375F6D10" w14:textId="77777777" w:rsidR="000C6ECB" w:rsidRPr="000C6ECB" w:rsidRDefault="000C6ECB" w:rsidP="000C6ECB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0C6ECB">
        <w:rPr>
          <w:rStyle w:val="Tun"/>
          <w:b w:val="0"/>
        </w:rPr>
        <w:lastRenderedPageBreak/>
        <w:t xml:space="preserve">Demolice budou realizovány v souladu </w:t>
      </w:r>
      <w:r w:rsidRPr="000C6ECB">
        <w:rPr>
          <w:rStyle w:val="Tun"/>
        </w:rPr>
        <w:t>s Metodickým návodem odboru odpadů MŽP při řízení vzniku stavebních a demoličních odpadů a pro nakládání s nimi</w:t>
      </w:r>
      <w:r w:rsidRPr="000C6ECB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62E7C518" w14:textId="77777777" w:rsidR="000C6ECB" w:rsidRPr="00837668" w:rsidRDefault="000C6ECB" w:rsidP="000C6ECB">
      <w:pPr>
        <w:pStyle w:val="Text2-2"/>
        <w:tabs>
          <w:tab w:val="clear" w:pos="5076"/>
          <w:tab w:val="num" w:pos="1701"/>
        </w:tabs>
        <w:ind w:left="1701"/>
        <w:rPr>
          <w:rStyle w:val="Tun"/>
          <w:b w:val="0"/>
        </w:rPr>
      </w:pPr>
      <w:r w:rsidRPr="00837668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0811217" w:rsidR="00E50E94" w:rsidRPr="00C266C6" w:rsidRDefault="000C6ECB" w:rsidP="000C6ECB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837668">
        <w:rPr>
          <w:rStyle w:val="Tun"/>
          <w:b w:val="0"/>
        </w:rPr>
        <w:t xml:space="preserve">Polohy a vzdálenosti skládek, resp. recyklačních míst/center pro likvidaci, resp. recyklaci odpadů uvedené v Projektové dokumentaci nebo jiné části Zadávací dokumentace jsou pouze informativní a </w:t>
      </w:r>
      <w:proofErr w:type="gramStart"/>
      <w:r w:rsidRPr="00837668">
        <w:rPr>
          <w:rStyle w:val="Tun"/>
          <w:b w:val="0"/>
        </w:rPr>
        <w:t>slouží</w:t>
      </w:r>
      <w:proofErr w:type="gramEnd"/>
      <w:r w:rsidRPr="00837668">
        <w:rPr>
          <w:rStyle w:val="Tun"/>
          <w:b w:val="0"/>
        </w:rPr>
        <w:t xml:space="preserve"> pro interní potřeby Objednatele a stavebního řízení. Umístění skládek, resp. recyklačních míst/center není podkladem pro výběrové řízení na zhotovitele stavby, má tedy pouze informativní charakter</w:t>
      </w:r>
      <w:r w:rsidR="00E50E94" w:rsidRPr="00C266C6">
        <w:rPr>
          <w:rStyle w:val="Tun"/>
          <w:b w:val="0"/>
        </w:rPr>
        <w:t>.</w:t>
      </w:r>
    </w:p>
    <w:p w14:paraId="3A381931" w14:textId="321D3526" w:rsidR="00DD3D78" w:rsidRPr="000C6ECB" w:rsidRDefault="00DD3D78" w:rsidP="00DD3D78">
      <w:pPr>
        <w:pStyle w:val="Nadpis2-2"/>
      </w:pPr>
      <w:bookmarkStart w:id="50" w:name="_Toc152587979"/>
      <w:r w:rsidRPr="000C6ECB">
        <w:t>Materiál dodávaný objednatelem (mimo CNM)</w:t>
      </w:r>
      <w:bookmarkEnd w:id="50"/>
    </w:p>
    <w:p w14:paraId="206C3CB0" w14:textId="744F496B" w:rsidR="00DD3D78" w:rsidRPr="000C6ECB" w:rsidRDefault="00DD3D78" w:rsidP="00722BEB">
      <w:pPr>
        <w:pStyle w:val="Text2-1"/>
      </w:pPr>
      <w:r w:rsidRPr="000C6ECB">
        <w:t>Objednatel poskytne zhotoviteli bezplatně níže uvedený materiál</w:t>
      </w:r>
      <w:r w:rsidR="00722BEB" w:rsidRPr="000C6ECB">
        <w:t xml:space="preserve">. </w:t>
      </w:r>
    </w:p>
    <w:p w14:paraId="2E1F447A" w14:textId="20E9415D" w:rsidR="00D82632" w:rsidRPr="000C6ECB" w:rsidRDefault="00D82632" w:rsidP="00D82632">
      <w:pPr>
        <w:pStyle w:val="Text2-1"/>
      </w:pPr>
      <w:r w:rsidRPr="000C6ECB">
        <w:t xml:space="preserve">Rozsah materiálu (typ a </w:t>
      </w:r>
      <w:r w:rsidR="00C266C6" w:rsidRPr="000C6ECB">
        <w:t xml:space="preserve">předpokládané </w:t>
      </w:r>
      <w:r w:rsidRPr="000C6ECB">
        <w:t>množství) je následující:</w:t>
      </w:r>
    </w:p>
    <w:p w14:paraId="4B7BB1CA" w14:textId="296134BE" w:rsidR="00D82632" w:rsidRDefault="009D0373" w:rsidP="00D82632">
      <w:pPr>
        <w:pStyle w:val="Text2-1"/>
        <w:numPr>
          <w:ilvl w:val="0"/>
          <w:numId w:val="0"/>
        </w:numPr>
        <w:ind w:left="737"/>
      </w:pPr>
      <w:r w:rsidRPr="000C6ECB">
        <w:t>Automatické dveřní zámky (ADZ), předpokládané množství 10 ks</w:t>
      </w:r>
      <w:r w:rsidR="00D82632" w:rsidRPr="000C6ECB">
        <w:t>.</w:t>
      </w:r>
    </w:p>
    <w:p w14:paraId="098B21F4" w14:textId="0BE4B24E" w:rsidR="00DD3D78" w:rsidRDefault="00DD3D78" w:rsidP="00DD3D78">
      <w:pPr>
        <w:pStyle w:val="Text2-1"/>
      </w:pPr>
      <w:r>
        <w:t xml:space="preserve">Výše uvedený materiál není </w:t>
      </w:r>
      <w:r w:rsidRPr="00952596">
        <w:t>součástí dodávky na zhotovení stavby a ne</w:t>
      </w:r>
      <w:r>
        <w:t xml:space="preserve">ní </w:t>
      </w:r>
      <w:r w:rsidRPr="00952596">
        <w:t xml:space="preserve">součástí nákladů </w:t>
      </w:r>
      <w:r w:rsidR="00C266C6">
        <w:t>Objednávky.</w:t>
      </w:r>
      <w:r w:rsidRPr="00952596">
        <w:t xml:space="preserve"> </w:t>
      </w:r>
    </w:p>
    <w:p w14:paraId="39AB176B" w14:textId="2BC69AFD" w:rsidR="00DD3D78" w:rsidRPr="00722BEB" w:rsidRDefault="00DD3D78" w:rsidP="00DD3D78">
      <w:pPr>
        <w:pStyle w:val="Text2-1"/>
      </w:pPr>
      <w:r w:rsidRPr="00722BEB">
        <w:t>Místo předání materiálu:</w:t>
      </w:r>
      <w:r w:rsidR="00722BEB">
        <w:t xml:space="preserve"> </w:t>
      </w:r>
      <w:r w:rsidR="009D0373">
        <w:t>Bude stanoveno v Objednávce při zadávání dílčích veřejných zakázek zadávaných v souladu s rámcovou dohodou</w:t>
      </w:r>
      <w:r w:rsidR="00722BEB" w:rsidRPr="009D0373">
        <w:t>.</w:t>
      </w:r>
    </w:p>
    <w:p w14:paraId="188B588A" w14:textId="77777777" w:rsidR="00DF7BAA" w:rsidRDefault="00DF7BAA" w:rsidP="00DF7BAA">
      <w:pPr>
        <w:pStyle w:val="Nadpis2-1"/>
      </w:pPr>
      <w:bookmarkStart w:id="51" w:name="_Toc6410460"/>
      <w:bookmarkStart w:id="52" w:name="_Toc152587980"/>
      <w:r w:rsidRPr="00EC2E51">
        <w:t>ORGANIZACE</w:t>
      </w:r>
      <w:r>
        <w:t xml:space="preserve"> VÝSTAVBY, VÝLUKY</w:t>
      </w:r>
      <w:bookmarkEnd w:id="51"/>
      <w:bookmarkEnd w:id="52"/>
    </w:p>
    <w:p w14:paraId="0587D65B" w14:textId="36DD3B27" w:rsidR="00DF7BAA" w:rsidRPr="000C6ECB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 xml:space="preserve">hotovitele </w:t>
      </w:r>
      <w:r w:rsidR="00C266C6">
        <w:t>budou</w:t>
      </w:r>
      <w:r w:rsidR="008B4F46">
        <w:t xml:space="preserve"> </w:t>
      </w:r>
      <w:r w:rsidRPr="00C2573F">
        <w:t>termíny a rozsah</w:t>
      </w:r>
      <w:r w:rsidR="00C266C6">
        <w:t>y</w:t>
      </w:r>
      <w:r w:rsidRPr="00C2573F">
        <w:t xml:space="preserve"> výluk,</w:t>
      </w:r>
      <w:r w:rsidRPr="00EC02A5">
        <w:t xml:space="preserve"> které </w:t>
      </w:r>
      <w:r w:rsidR="00C266C6">
        <w:t xml:space="preserve">budou </w:t>
      </w:r>
      <w:r w:rsidRPr="00EC02A5">
        <w:t xml:space="preserve">uvedeny </w:t>
      </w:r>
      <w:r w:rsidR="00C266C6">
        <w:t xml:space="preserve">v Objednávce v okamžiku zadávání dílčích veřejných zakázek s ohledem na povahu a </w:t>
      </w:r>
      <w:r w:rsidR="00C266C6" w:rsidRPr="000C6ECB">
        <w:t>rozsah stavebních prací.</w:t>
      </w:r>
    </w:p>
    <w:p w14:paraId="09B951D9" w14:textId="77777777" w:rsidR="000C6ECB" w:rsidRPr="000C6ECB" w:rsidRDefault="000C6ECB" w:rsidP="000C6ECB">
      <w:pPr>
        <w:pStyle w:val="Text2-1"/>
      </w:pPr>
      <w:r w:rsidRPr="000C6ECB">
        <w:t xml:space="preserve">Jednotlivé traťové výluky nebo výluky technologických zařízení (např. výluky zabezpečovacího a sdělovacího zařízení, napěťové výluky trakčního vedení, a další) pro stavební práce budou probíhat dle plánu výluk nebo bez výluk s ohledem na konkrétní situaci v rámci zadávání dílčích veřejných zakázek na základě uzavřené Rámcové dohody. </w:t>
      </w:r>
    </w:p>
    <w:p w14:paraId="2585A66F" w14:textId="77777777" w:rsidR="000C6ECB" w:rsidRPr="000C6ECB" w:rsidRDefault="000C6ECB" w:rsidP="000C6ECB">
      <w:pPr>
        <w:pStyle w:val="Text2-1"/>
      </w:pPr>
      <w:bookmarkStart w:id="53" w:name="_Ref143240729"/>
      <w:r w:rsidRPr="000C6ECB">
        <w:t>Zahájení stavebních prací: nejdříve účinností Objednávky, není-li tento termín odlišně stanoven v rámcové dohodě nebo Objednávce. (Objednávka může být zadána nejdříve dnem nabytí účinnosti rámcové dohody).</w:t>
      </w:r>
      <w:bookmarkEnd w:id="53"/>
    </w:p>
    <w:p w14:paraId="134EB76F" w14:textId="77777777" w:rsidR="000C6ECB" w:rsidRPr="000C6ECB" w:rsidRDefault="000C6ECB" w:rsidP="000C6ECB">
      <w:pPr>
        <w:pStyle w:val="Text2-1"/>
      </w:pPr>
      <w:r w:rsidRPr="000C6ECB">
        <w:t>Ukončení stavebních prací: v termínu stanoveném v Objednávkách (poslední možné uzavření (akceptace) Objednávky odpovídá termínu, na který je sjednána rámcová dohoda).</w:t>
      </w:r>
    </w:p>
    <w:p w14:paraId="4DDFDF43" w14:textId="77777777" w:rsidR="000C6ECB" w:rsidRDefault="000C6ECB" w:rsidP="000C6ECB">
      <w:pPr>
        <w:pStyle w:val="Nadpis2-1"/>
      </w:pPr>
      <w:bookmarkStart w:id="54" w:name="_Toc6410461"/>
      <w:bookmarkStart w:id="55" w:name="_Toc146111803"/>
      <w:bookmarkStart w:id="56" w:name="_Toc152587981"/>
      <w:r w:rsidRPr="00EC2E51">
        <w:lastRenderedPageBreak/>
        <w:t>SOUVISEJÍCÍ</w:t>
      </w:r>
      <w:r>
        <w:t xml:space="preserve"> DOKUMENTY A PŘEDPISY</w:t>
      </w:r>
      <w:bookmarkEnd w:id="54"/>
      <w:bookmarkEnd w:id="55"/>
      <w:bookmarkEnd w:id="56"/>
    </w:p>
    <w:p w14:paraId="2084E130" w14:textId="77777777" w:rsidR="000C6ECB" w:rsidRPr="00BC3F30" w:rsidRDefault="000C6ECB" w:rsidP="000C6ECB">
      <w:pPr>
        <w:pStyle w:val="Text2-1"/>
      </w:pPr>
      <w:r w:rsidRPr="00837668">
        <w:t>Zhotovitel se zavazuje provádět dílo v souladu s obecně závaznými právními předpisy České republiky a EU, technickými normami a s dokumenty a vnitřními předpisy Objednatele</w:t>
      </w:r>
      <w:r w:rsidRPr="00BC3F30">
        <w:t xml:space="preserve"> (směrnice, vzorové listy, TKP, ZTP apod.), </w:t>
      </w:r>
      <w:r w:rsidRPr="00837668">
        <w:t>vše v platném znění.</w:t>
      </w:r>
    </w:p>
    <w:p w14:paraId="24BFABBB" w14:textId="77777777" w:rsidR="000C6ECB" w:rsidRDefault="000C6ECB" w:rsidP="000C6ECB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682BEEBC" w14:textId="46A74D53" w:rsidR="000C6ECB" w:rsidRDefault="000C6ECB" w:rsidP="000C6ECB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</w:t>
      </w:r>
      <w:hyperlink r:id="rId14" w:history="1">
        <w:r w:rsidR="00CD4C76" w:rsidRPr="00CD4C76">
          <w:rPr>
            <w:rStyle w:val="Hypertextovodkaz"/>
            <w:noProof w:val="0"/>
            <w:color w:val="000000" w:themeColor="text1"/>
            <w:spacing w:val="2"/>
          </w:rPr>
          <w:t>https://www.spravazeleznic.cz/o-nas/vnitrni-predpisy-spravy-zeleznic/</w:t>
        </w:r>
      </w:hyperlink>
      <w:r w:rsidR="00CD4C76" w:rsidRPr="00CD4C76">
        <w:rPr>
          <w:color w:val="000000" w:themeColor="text1"/>
          <w:spacing w:val="2"/>
        </w:rPr>
        <w:t xml:space="preserve"> d</w:t>
      </w:r>
      <w:r w:rsidRPr="00CD4C76">
        <w:rPr>
          <w:color w:val="000000" w:themeColor="text1"/>
          <w:spacing w:val="2"/>
        </w:rPr>
        <w:t>okumenty-a-</w:t>
      </w:r>
      <w:proofErr w:type="spellStart"/>
      <w:r w:rsidRPr="00CD4C76">
        <w:rPr>
          <w:color w:val="000000" w:themeColor="text1"/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="00CD4C76">
        <w:rPr>
          <w:spacing w:val="2"/>
        </w:rPr>
        <w:t xml:space="preserve"> </w:t>
      </w:r>
      <w:r w:rsidRPr="00A568D2">
        <w:t xml:space="preserve">a </w:t>
      </w:r>
      <w:hyperlink r:id="rId15" w:history="1">
        <w:r w:rsidR="00CD4C76" w:rsidRPr="002B68DD">
          <w:rPr>
            <w:rStyle w:val="Hypertextovodkaz"/>
            <w:b/>
            <w:noProof w:val="0"/>
          </w:rPr>
          <w:t>https://typdok.tudc.cz/</w:t>
        </w:r>
      </w:hyperlink>
      <w:r w:rsidR="00CD4C76">
        <w:rPr>
          <w:b/>
        </w:rPr>
        <w:t xml:space="preserve"> </w:t>
      </w:r>
      <w:r w:rsidRPr="00A568D2">
        <w:rPr>
          <w:b/>
        </w:rPr>
        <w:t xml:space="preserve"> v sekci „archiv TD“</w:t>
      </w:r>
      <w:r w:rsidRPr="00A568D2">
        <w:t>.</w:t>
      </w:r>
    </w:p>
    <w:p w14:paraId="78729F46" w14:textId="77777777" w:rsidR="000C6ECB" w:rsidRPr="007D016E" w:rsidRDefault="000C6ECB" w:rsidP="000C6ECB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60553FBB" w14:textId="77777777" w:rsidR="000C6ECB" w:rsidRPr="00E85446" w:rsidRDefault="000C6ECB" w:rsidP="000C6ECB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17ADA27" w14:textId="77777777" w:rsidR="000C6ECB" w:rsidRDefault="000C6ECB" w:rsidP="000C6ECB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10FCF41" w14:textId="77777777" w:rsidR="000C6ECB" w:rsidRPr="00E85446" w:rsidRDefault="000C6ECB" w:rsidP="000C6ECB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služeb, OHČ</w:t>
      </w:r>
    </w:p>
    <w:p w14:paraId="768EB638" w14:textId="77777777" w:rsidR="000C6ECB" w:rsidRPr="007D016E" w:rsidRDefault="000C6ECB" w:rsidP="000C6ECB">
      <w:pPr>
        <w:pStyle w:val="Textbezslovn"/>
        <w:keepNext/>
        <w:spacing w:after="0"/>
      </w:pPr>
      <w:r>
        <w:t>Jeremenkova 103/23</w:t>
      </w:r>
    </w:p>
    <w:p w14:paraId="5BF178BB" w14:textId="77777777" w:rsidR="000C6ECB" w:rsidRDefault="000C6ECB" w:rsidP="000C6ECB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59B17779" w14:textId="245CD571" w:rsidR="000C6ECB" w:rsidRDefault="000C6ECB" w:rsidP="000C6ECB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hyperlink r:id="rId16" w:history="1">
        <w:r w:rsidR="00CD4C76" w:rsidRPr="002B68DD">
          <w:rPr>
            <w:rStyle w:val="Hypertextovodkaz"/>
            <w:b/>
            <w:noProof w:val="0"/>
          </w:rPr>
          <w:t>typdok@spravazeleznic.cz</w:t>
        </w:r>
      </w:hyperlink>
      <w:r w:rsidR="00CD4C76">
        <w:rPr>
          <w:b/>
        </w:rPr>
        <w:t xml:space="preserve"> </w:t>
      </w:r>
    </w:p>
    <w:p w14:paraId="0841391F" w14:textId="77777777" w:rsidR="000C6ECB" w:rsidRDefault="000C6ECB" w:rsidP="000C6ECB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2885BFB8" w:rsidR="009C4EEA" w:rsidRDefault="000C6ECB" w:rsidP="000C6ECB">
      <w:pPr>
        <w:pStyle w:val="Textbezslovn"/>
      </w:pPr>
      <w:r>
        <w:t xml:space="preserve">Ceníky: </w:t>
      </w:r>
      <w:hyperlink r:id="rId17" w:history="1">
        <w:r w:rsidR="00CD4C76" w:rsidRPr="002B68DD">
          <w:rPr>
            <w:rStyle w:val="Hypertextovodkaz"/>
            <w:noProof w:val="0"/>
          </w:rPr>
          <w:t>https://typdok.tudc.cz/</w:t>
        </w:r>
      </w:hyperlink>
      <w:r w:rsidR="00CD4C76">
        <w:t xml:space="preserve"> </w:t>
      </w:r>
    </w:p>
    <w:p w14:paraId="199FDAEA" w14:textId="77777777" w:rsidR="00DF7BAA" w:rsidRDefault="00DF7BAA" w:rsidP="00DF7BAA">
      <w:pPr>
        <w:pStyle w:val="Nadpis2-1"/>
      </w:pPr>
      <w:bookmarkStart w:id="57" w:name="_Toc6410462"/>
      <w:bookmarkStart w:id="58" w:name="_Toc152587982"/>
      <w:r>
        <w:t>PŘÍLOHY</w:t>
      </w:r>
      <w:bookmarkEnd w:id="57"/>
      <w:bookmarkEnd w:id="58"/>
    </w:p>
    <w:p w14:paraId="588834AF" w14:textId="289DFA6F" w:rsidR="00781092" w:rsidRPr="0027069F" w:rsidRDefault="00781092" w:rsidP="00781092">
      <w:pPr>
        <w:pStyle w:val="Text2-1"/>
        <w:tabs>
          <w:tab w:val="clear" w:pos="737"/>
          <w:tab w:val="num" w:pos="709"/>
        </w:tabs>
        <w:ind w:left="3005" w:hanging="3005"/>
      </w:pPr>
      <w:r w:rsidRPr="0027069F">
        <w:t>Příloha č.</w:t>
      </w:r>
      <w:r>
        <w:t xml:space="preserve"> 1</w:t>
      </w:r>
      <w:r w:rsidR="000C6ECB">
        <w:t xml:space="preserve"> ZTP</w:t>
      </w:r>
      <w:r w:rsidRPr="0027069F">
        <w:t xml:space="preserve"> </w:t>
      </w:r>
      <w:r w:rsidR="000C6ECB">
        <w:t>–</w:t>
      </w:r>
      <w:r w:rsidRPr="0027069F">
        <w:t xml:space="preserve"> </w:t>
      </w:r>
      <w:r w:rsidR="000C6ECB">
        <w:t>Vzory f</w:t>
      </w:r>
      <w:r w:rsidRPr="0027069F">
        <w:t>ormulář</w:t>
      </w:r>
      <w:r w:rsidR="000C6ECB">
        <w:t>ů</w:t>
      </w:r>
      <w:r w:rsidRPr="0027069F">
        <w:t xml:space="preserve"> </w:t>
      </w:r>
    </w:p>
    <w:p w14:paraId="7C5A0FE9" w14:textId="5A3FC8F5" w:rsidR="00781092" w:rsidRPr="0027069F" w:rsidRDefault="00781092" w:rsidP="00781092">
      <w:pPr>
        <w:pStyle w:val="Text2-1"/>
        <w:tabs>
          <w:tab w:val="clear" w:pos="737"/>
          <w:tab w:val="num" w:pos="709"/>
        </w:tabs>
        <w:ind w:left="3005" w:hanging="3005"/>
      </w:pPr>
      <w:r w:rsidRPr="0027069F">
        <w:t>Příloha č.</w:t>
      </w:r>
      <w:r>
        <w:t xml:space="preserve"> 2</w:t>
      </w:r>
      <w:r w:rsidRPr="0027069F">
        <w:t xml:space="preserve"> </w:t>
      </w:r>
      <w:r w:rsidR="000C6ECB">
        <w:t xml:space="preserve">ZTP </w:t>
      </w:r>
      <w:r w:rsidRPr="0027069F">
        <w:t xml:space="preserve">- Seznam </w:t>
      </w:r>
      <w:r>
        <w:t xml:space="preserve">objektů OŘ Ostrava </w:t>
      </w:r>
    </w:p>
    <w:p w14:paraId="262164E4" w14:textId="20DDC0F8" w:rsidR="00781092" w:rsidRPr="0027069F" w:rsidRDefault="00781092" w:rsidP="00781092">
      <w:pPr>
        <w:pStyle w:val="Text2-1"/>
        <w:tabs>
          <w:tab w:val="clear" w:pos="737"/>
          <w:tab w:val="num" w:pos="709"/>
        </w:tabs>
        <w:ind w:left="3005" w:hanging="3005"/>
      </w:pPr>
      <w:r w:rsidRPr="0027069F">
        <w:t>Příloha č.</w:t>
      </w:r>
      <w:r>
        <w:t xml:space="preserve"> 3</w:t>
      </w:r>
      <w:r w:rsidRPr="0027069F">
        <w:t xml:space="preserve"> </w:t>
      </w:r>
      <w:r w:rsidR="000C6ECB">
        <w:t xml:space="preserve">ZTP </w:t>
      </w:r>
      <w:r w:rsidRPr="0027069F">
        <w:t>- Technická zpráva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49562" w14:textId="77777777" w:rsidR="008C0754" w:rsidRDefault="008C0754" w:rsidP="00962258">
      <w:pPr>
        <w:spacing w:after="0" w:line="240" w:lineRule="auto"/>
      </w:pPr>
      <w:r>
        <w:separator/>
      </w:r>
    </w:p>
  </w:endnote>
  <w:endnote w:type="continuationSeparator" w:id="0">
    <w:p w14:paraId="0AFF5C47" w14:textId="77777777" w:rsidR="008C0754" w:rsidRDefault="008C075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B770C" w:rsidRPr="003462EB" w14:paraId="3E6EF7ED" w14:textId="77777777" w:rsidTr="000C6ECB">
      <w:trPr>
        <w:trHeight w:val="426"/>
      </w:trPr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5303DF3" w:rsidR="00BB770C" w:rsidRPr="00B8518B" w:rsidRDefault="00BB770C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4C76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4C76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5E3A5630" w:rsidR="00BB770C" w:rsidRDefault="00CF3BBC" w:rsidP="003462EB">
          <w:pPr>
            <w:pStyle w:val="Zpatvlevo"/>
          </w:pPr>
          <w:fldSimple w:instr=" STYLEREF  _Název_akce  \* MERGEFORMAT ">
            <w:r w:rsidR="009A2A71">
              <w:rPr>
                <w:noProof/>
              </w:rPr>
              <w:t>„Údržba a opravy bytů u pozemních objektů SPS v obvodu OŘ Ostrava 2024/2025“</w:t>
            </w:r>
            <w:r w:rsidR="009A2A71">
              <w:rPr>
                <w:noProof/>
              </w:rPr>
              <w:cr/>
            </w:r>
          </w:fldSimple>
          <w:r w:rsidR="00BB770C">
            <w:t xml:space="preserve">Příloha č. </w:t>
          </w:r>
          <w:r w:rsidR="008F090E">
            <w:t>5b</w:t>
          </w:r>
          <w:r w:rsidR="00BB770C">
            <w:t>)</w:t>
          </w:r>
          <w:r w:rsidR="00BB770C" w:rsidRPr="003462EB">
            <w:t xml:space="preserve"> </w:t>
          </w:r>
        </w:p>
        <w:p w14:paraId="178E0553" w14:textId="1F916E79" w:rsidR="00BB770C" w:rsidRPr="003462EB" w:rsidRDefault="00BB770C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– rámcové dohody </w:t>
          </w:r>
        </w:p>
      </w:tc>
    </w:tr>
  </w:tbl>
  <w:p w14:paraId="422A1078" w14:textId="77777777" w:rsidR="00BB770C" w:rsidRPr="00614E71" w:rsidRDefault="00BB770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B770C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658F43BE" w:rsidR="00BB770C" w:rsidRDefault="00CF3BBC" w:rsidP="003B111D">
          <w:pPr>
            <w:pStyle w:val="Zpatvpravo"/>
          </w:pPr>
          <w:fldSimple w:instr=" STYLEREF  _Název_akce  \* MERGEFORMAT ">
            <w:r w:rsidR="009A2A71">
              <w:rPr>
                <w:noProof/>
              </w:rPr>
              <w:t>„Údržba a opravy bytů u pozemních objektů SPS v obvodu OŘ Ostrava 2024/2025“</w:t>
            </w:r>
            <w:r w:rsidR="009A2A71">
              <w:rPr>
                <w:noProof/>
              </w:rPr>
              <w:cr/>
            </w:r>
          </w:fldSimple>
          <w:r w:rsidR="00BB770C">
            <w:t xml:space="preserve">Příloha č. </w:t>
          </w:r>
          <w:r w:rsidR="00CD4C76">
            <w:t>5b</w:t>
          </w:r>
          <w:r w:rsidR="00BB770C">
            <w:t>)</w:t>
          </w:r>
        </w:p>
        <w:p w14:paraId="5D9BD160" w14:textId="7351666B" w:rsidR="00BB770C" w:rsidRPr="003462EB" w:rsidRDefault="00BB770C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  <w:tc>
        <w:tcPr>
          <w:tcW w:w="935" w:type="dxa"/>
          <w:vAlign w:val="bottom"/>
        </w:tcPr>
        <w:p w14:paraId="3DBC2A04" w14:textId="65CD3F07" w:rsidR="00BB770C" w:rsidRPr="009E09BE" w:rsidRDefault="00BB770C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4C76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4C76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BB770C" w:rsidRPr="00B8518B" w:rsidRDefault="00BB770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BB770C" w:rsidRPr="00B8518B" w:rsidRDefault="00BB770C" w:rsidP="00460660">
    <w:pPr>
      <w:pStyle w:val="Zpat"/>
      <w:rPr>
        <w:sz w:val="2"/>
        <w:szCs w:val="2"/>
      </w:rPr>
    </w:pPr>
  </w:p>
  <w:p w14:paraId="53F277EE" w14:textId="77777777" w:rsidR="00BB770C" w:rsidRDefault="00BB770C" w:rsidP="00757290">
    <w:pPr>
      <w:pStyle w:val="Zpatvlevo"/>
      <w:rPr>
        <w:rFonts w:cs="Calibri"/>
        <w:szCs w:val="12"/>
      </w:rPr>
    </w:pPr>
  </w:p>
  <w:p w14:paraId="17EFC080" w14:textId="77777777" w:rsidR="00BB770C" w:rsidRPr="00460660" w:rsidRDefault="00BB770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43743" w14:textId="77777777" w:rsidR="008C0754" w:rsidRDefault="008C0754" w:rsidP="00962258">
      <w:pPr>
        <w:spacing w:after="0" w:line="240" w:lineRule="auto"/>
      </w:pPr>
      <w:r>
        <w:separator/>
      </w:r>
    </w:p>
  </w:footnote>
  <w:footnote w:type="continuationSeparator" w:id="0">
    <w:p w14:paraId="54E99D81" w14:textId="77777777" w:rsidR="008C0754" w:rsidRDefault="008C075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B770C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BB770C" w:rsidRPr="00B8518B" w:rsidRDefault="00BB770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BB770C" w:rsidRDefault="00BB770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BB770C" w:rsidRPr="00D6163D" w:rsidRDefault="00BB770C" w:rsidP="00FC6389">
          <w:pPr>
            <w:pStyle w:val="Druhdokumentu"/>
          </w:pPr>
        </w:p>
      </w:tc>
    </w:tr>
    <w:tr w:rsidR="00BB770C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BB770C" w:rsidRPr="00B8518B" w:rsidRDefault="00BB770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BB770C" w:rsidRDefault="00BB770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BB770C" w:rsidRPr="00D6163D" w:rsidRDefault="00BB770C" w:rsidP="00FC6389">
          <w:pPr>
            <w:pStyle w:val="Druhdokumentu"/>
          </w:pPr>
        </w:p>
      </w:tc>
    </w:tr>
  </w:tbl>
  <w:p w14:paraId="53E85CAA" w14:textId="77777777" w:rsidR="00BB770C" w:rsidRPr="00D6163D" w:rsidRDefault="00BB770C" w:rsidP="00FC6389">
    <w:pPr>
      <w:pStyle w:val="Zhlav"/>
      <w:rPr>
        <w:sz w:val="8"/>
        <w:szCs w:val="8"/>
      </w:rPr>
    </w:pPr>
  </w:p>
  <w:p w14:paraId="1437D3AE" w14:textId="77777777" w:rsidR="00BB770C" w:rsidRPr="00460660" w:rsidRDefault="00BB770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427981">
    <w:abstractNumId w:val="8"/>
  </w:num>
  <w:num w:numId="2" w16cid:durableId="455567465">
    <w:abstractNumId w:val="6"/>
  </w:num>
  <w:num w:numId="3" w16cid:durableId="1447506446">
    <w:abstractNumId w:val="4"/>
  </w:num>
  <w:num w:numId="4" w16cid:durableId="1846892748">
    <w:abstractNumId w:val="9"/>
  </w:num>
  <w:num w:numId="5" w16cid:durableId="606738899">
    <w:abstractNumId w:val="11"/>
  </w:num>
  <w:num w:numId="6" w16cid:durableId="152724122">
    <w:abstractNumId w:val="5"/>
  </w:num>
  <w:num w:numId="7" w16cid:durableId="5175451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8422413">
    <w:abstractNumId w:val="15"/>
  </w:num>
  <w:num w:numId="9" w16cid:durableId="1399011710">
    <w:abstractNumId w:val="0"/>
  </w:num>
  <w:num w:numId="10" w16cid:durableId="1474441513">
    <w:abstractNumId w:val="9"/>
  </w:num>
  <w:num w:numId="11" w16cid:durableId="474881850">
    <w:abstractNumId w:val="11"/>
  </w:num>
  <w:num w:numId="12" w16cid:durableId="415595232">
    <w:abstractNumId w:val="14"/>
  </w:num>
  <w:num w:numId="13" w16cid:durableId="1187867739">
    <w:abstractNumId w:val="3"/>
  </w:num>
  <w:num w:numId="14" w16cid:durableId="1128938739">
    <w:abstractNumId w:val="5"/>
  </w:num>
  <w:num w:numId="15" w16cid:durableId="763955815">
    <w:abstractNumId w:val="15"/>
  </w:num>
  <w:num w:numId="16" w16cid:durableId="1688553722">
    <w:abstractNumId w:val="7"/>
  </w:num>
  <w:num w:numId="17" w16cid:durableId="1316451750">
    <w:abstractNumId w:val="10"/>
  </w:num>
  <w:num w:numId="18" w16cid:durableId="1536190071">
    <w:abstractNumId w:val="2"/>
  </w:num>
  <w:num w:numId="19" w16cid:durableId="716507868">
    <w:abstractNumId w:val="5"/>
  </w:num>
  <w:num w:numId="20" w16cid:durableId="91822061">
    <w:abstractNumId w:val="5"/>
  </w:num>
  <w:num w:numId="21" w16cid:durableId="18995905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33037234">
    <w:abstractNumId w:val="13"/>
  </w:num>
  <w:num w:numId="23" w16cid:durableId="1892617615">
    <w:abstractNumId w:val="5"/>
  </w:num>
  <w:num w:numId="24" w16cid:durableId="1708409869">
    <w:abstractNumId w:val="5"/>
  </w:num>
  <w:num w:numId="25" w16cid:durableId="2004699949">
    <w:abstractNumId w:val="12"/>
  </w:num>
  <w:num w:numId="26" w16cid:durableId="1391686878">
    <w:abstractNumId w:val="5"/>
  </w:num>
  <w:num w:numId="27" w16cid:durableId="1305312648">
    <w:abstractNumId w:val="5"/>
  </w:num>
  <w:num w:numId="28" w16cid:durableId="2113436078">
    <w:abstractNumId w:val="5"/>
  </w:num>
  <w:num w:numId="29" w16cid:durableId="471947692">
    <w:abstractNumId w:val="1"/>
  </w:num>
  <w:num w:numId="30" w16cid:durableId="1879924818">
    <w:abstractNumId w:val="5"/>
  </w:num>
  <w:num w:numId="31" w16cid:durableId="1453327457">
    <w:abstractNumId w:val="5"/>
  </w:num>
  <w:num w:numId="32" w16cid:durableId="2003271269">
    <w:abstractNumId w:val="5"/>
  </w:num>
  <w:num w:numId="33" w16cid:durableId="1126310639">
    <w:abstractNumId w:val="5"/>
  </w:num>
  <w:num w:numId="34" w16cid:durableId="381828257">
    <w:abstractNumId w:val="5"/>
  </w:num>
  <w:num w:numId="35" w16cid:durableId="1301962274">
    <w:abstractNumId w:val="5"/>
  </w:num>
  <w:num w:numId="36" w16cid:durableId="1474560915">
    <w:abstractNumId w:val="5"/>
  </w:num>
  <w:num w:numId="37" w16cid:durableId="1302613858">
    <w:abstractNumId w:val="5"/>
  </w:num>
  <w:num w:numId="38" w16cid:durableId="699866959">
    <w:abstractNumId w:val="5"/>
  </w:num>
  <w:num w:numId="39" w16cid:durableId="12024747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07948905">
    <w:abstractNumId w:val="5"/>
  </w:num>
  <w:num w:numId="41" w16cid:durableId="160436736">
    <w:abstractNumId w:val="5"/>
  </w:num>
  <w:num w:numId="42" w16cid:durableId="460003214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6AE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C6ECB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25AB1"/>
    <w:rsid w:val="00130E62"/>
    <w:rsid w:val="00134146"/>
    <w:rsid w:val="001401D5"/>
    <w:rsid w:val="00140433"/>
    <w:rsid w:val="001456A2"/>
    <w:rsid w:val="001458F9"/>
    <w:rsid w:val="00145ACA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25FE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1CE3"/>
    <w:rsid w:val="0025283D"/>
    <w:rsid w:val="00252A5C"/>
    <w:rsid w:val="00253E6A"/>
    <w:rsid w:val="002548B5"/>
    <w:rsid w:val="00260813"/>
    <w:rsid w:val="00261A5B"/>
    <w:rsid w:val="00262E5B"/>
    <w:rsid w:val="00263DB8"/>
    <w:rsid w:val="00264D52"/>
    <w:rsid w:val="002723B9"/>
    <w:rsid w:val="0027422E"/>
    <w:rsid w:val="00274BE5"/>
    <w:rsid w:val="00276AFE"/>
    <w:rsid w:val="00280695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3B4D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1D23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38C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5596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E47F4"/>
    <w:rsid w:val="005F0383"/>
    <w:rsid w:val="005F63AC"/>
    <w:rsid w:val="0060019A"/>
    <w:rsid w:val="00601A8C"/>
    <w:rsid w:val="0060289C"/>
    <w:rsid w:val="00602AFF"/>
    <w:rsid w:val="00605834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32C6"/>
    <w:rsid w:val="006776B6"/>
    <w:rsid w:val="00680384"/>
    <w:rsid w:val="00686559"/>
    <w:rsid w:val="00687579"/>
    <w:rsid w:val="0069136C"/>
    <w:rsid w:val="00693150"/>
    <w:rsid w:val="00694A12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0A8A"/>
    <w:rsid w:val="007020E6"/>
    <w:rsid w:val="007077E5"/>
    <w:rsid w:val="00710723"/>
    <w:rsid w:val="00710D2D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09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25BA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57B4"/>
    <w:rsid w:val="008A6999"/>
    <w:rsid w:val="008B2B40"/>
    <w:rsid w:val="008B391B"/>
    <w:rsid w:val="008B4F46"/>
    <w:rsid w:val="008C0754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090E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442DE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A71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0373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2219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861B4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1AE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AF78D5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70C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266C6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4C76"/>
    <w:rsid w:val="00CE1C97"/>
    <w:rsid w:val="00CE2A6B"/>
    <w:rsid w:val="00CF034F"/>
    <w:rsid w:val="00CF2936"/>
    <w:rsid w:val="00CF3BBC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28D1"/>
    <w:rsid w:val="00D33D4C"/>
    <w:rsid w:val="00D35AE8"/>
    <w:rsid w:val="00D4108E"/>
    <w:rsid w:val="00D4656A"/>
    <w:rsid w:val="00D47647"/>
    <w:rsid w:val="00D51539"/>
    <w:rsid w:val="00D521D0"/>
    <w:rsid w:val="00D53BF5"/>
    <w:rsid w:val="00D55077"/>
    <w:rsid w:val="00D6163D"/>
    <w:rsid w:val="00D61BB3"/>
    <w:rsid w:val="00D67D3D"/>
    <w:rsid w:val="00D721BE"/>
    <w:rsid w:val="00D755BD"/>
    <w:rsid w:val="00D76576"/>
    <w:rsid w:val="00D771F6"/>
    <w:rsid w:val="00D77F10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E7B5C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4C8E"/>
    <w:rsid w:val="00FA5522"/>
    <w:rsid w:val="00FB134A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3239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etonserver.cz/skladky-suti-recyklace/recyklacni-centra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jaluvka@spravazeleznic.cz" TargetMode="External"/><Relationship Id="rId17" Type="http://schemas.openxmlformats.org/officeDocument/2006/relationships/hyperlink" Target="https://typdok.tu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typdok@spravazeleznic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toupal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typdok.tudc.cz/" TargetMode="Externa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vnitrni-predpisy-spravy-zeleznic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0153"/>
    <w:rsid w:val="00182DEA"/>
    <w:rsid w:val="001A0BDC"/>
    <w:rsid w:val="001F0177"/>
    <w:rsid w:val="001F61B6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5F3872"/>
    <w:rsid w:val="006257D2"/>
    <w:rsid w:val="00641106"/>
    <w:rsid w:val="007263AB"/>
    <w:rsid w:val="007A54EE"/>
    <w:rsid w:val="007C04C2"/>
    <w:rsid w:val="007C185D"/>
    <w:rsid w:val="008335B3"/>
    <w:rsid w:val="008417F1"/>
    <w:rsid w:val="0088762F"/>
    <w:rsid w:val="008F69B2"/>
    <w:rsid w:val="00913853"/>
    <w:rsid w:val="009F1E68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A225F"/>
    <w:rsid w:val="00EC1FE9"/>
    <w:rsid w:val="00F56CC5"/>
    <w:rsid w:val="00F72E8C"/>
    <w:rsid w:val="00FA0ECB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0153"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E53544-16E6-4F31-88EF-1722269D2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61</TotalTime>
  <Pages>14</Pages>
  <Words>5602</Words>
  <Characters>33058</Characters>
  <Application>Microsoft Office Word</Application>
  <DocSecurity>0</DocSecurity>
  <Lines>275</Lines>
  <Paragraphs>77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5</cp:revision>
  <cp:lastPrinted>2023-02-06T13:26:00Z</cp:lastPrinted>
  <dcterms:created xsi:type="dcterms:W3CDTF">2024-01-18T14:39:00Z</dcterms:created>
  <dcterms:modified xsi:type="dcterms:W3CDTF">2024-02-14T08:19:00Z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